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E7E" w:rsidRPr="00787734" w:rsidRDefault="00E82BF1" w:rsidP="00AF6343">
      <w:pPr>
        <w:pStyle w:val="BodyText"/>
        <w:rPr>
          <w:rFonts w:ascii="Century Gothic" w:hAnsi="Century Gothic"/>
          <w:b/>
          <w:color w:val="00B050"/>
          <w:sz w:val="40"/>
          <w:szCs w:val="40"/>
        </w:rPr>
      </w:pPr>
      <w:r>
        <w:rPr>
          <w:rFonts w:ascii="Century Gothic" w:hAnsi="Century Gothic"/>
          <w:b/>
          <w:noProof/>
          <w:color w:val="00B050"/>
          <w:sz w:val="40"/>
          <w:szCs w:val="40"/>
        </w:rPr>
        <w:pict>
          <v:shapetype id="_x0000_t202" coordsize="21600,21600" o:spt="202" path="m,l,21600r21600,l21600,xe">
            <v:stroke joinstyle="miter"/>
            <v:path gradientshapeok="t" o:connecttype="rect"/>
          </v:shapetype>
          <v:shape id="_x0000_s1091" type="#_x0000_t202" style="position:absolute;margin-left:773.3pt;margin-top:68.4pt;width:208.8pt;height:509.85pt;z-index:251648512;mso-position-horizontal-relative:page;mso-position-vertical-relative:page" filled="f" stroked="f">
            <v:textbox style="mso-next-textbox:#_x0000_s1091">
              <w:txbxContent>
                <w:p w:rsidR="002E06E4" w:rsidRPr="00E849AA" w:rsidRDefault="00650767" w:rsidP="00650767">
                  <w:pPr>
                    <w:rPr>
                      <w:rFonts w:ascii="Century" w:hAnsi="Century"/>
                      <w:sz w:val="28"/>
                      <w:szCs w:val="28"/>
                    </w:rPr>
                  </w:pPr>
                  <w:r w:rsidRPr="00E849AA">
                    <w:rPr>
                      <w:rFonts w:ascii="Century" w:hAnsi="Century"/>
                      <w:sz w:val="28"/>
                      <w:szCs w:val="28"/>
                    </w:rPr>
                    <w:t xml:space="preserve">Cozumel is an island in the Caribbean Sea </w:t>
                  </w:r>
                  <w:r w:rsidR="00E849AA" w:rsidRPr="00E849AA">
                    <w:rPr>
                      <w:rFonts w:ascii="Century" w:hAnsi="Century"/>
                      <w:sz w:val="28"/>
                      <w:szCs w:val="28"/>
                    </w:rPr>
                    <w:t xml:space="preserve">located in Mexico. </w:t>
                  </w:r>
                </w:p>
                <w:p w:rsidR="00E849AA" w:rsidRPr="00E849AA" w:rsidRDefault="00E849AA" w:rsidP="00650767">
                  <w:pPr>
                    <w:rPr>
                      <w:rFonts w:ascii="Century Gothic" w:hAnsi="Century Gothic"/>
                      <w:b/>
                      <w:color w:val="FF33CC"/>
                      <w:sz w:val="32"/>
                      <w:szCs w:val="32"/>
                    </w:rPr>
                  </w:pPr>
                  <w:r w:rsidRPr="00E849AA">
                    <w:rPr>
                      <w:rFonts w:ascii="Century Gothic" w:hAnsi="Century Gothic"/>
                      <w:b/>
                      <w:color w:val="FF33CC"/>
                      <w:sz w:val="32"/>
                      <w:szCs w:val="32"/>
                    </w:rPr>
                    <w:t>Major cities:</w:t>
                  </w:r>
                </w:p>
                <w:p w:rsidR="00E849AA" w:rsidRPr="00E849AA" w:rsidRDefault="00E849AA" w:rsidP="00E849AA">
                  <w:pPr>
                    <w:pStyle w:val="ListParagraph"/>
                    <w:numPr>
                      <w:ilvl w:val="0"/>
                      <w:numId w:val="6"/>
                    </w:numPr>
                    <w:rPr>
                      <w:rFonts w:ascii="Century" w:hAnsi="Century"/>
                    </w:rPr>
                  </w:pPr>
                  <w:proofErr w:type="spellStart"/>
                  <w:r w:rsidRPr="00E849AA">
                    <w:rPr>
                      <w:rFonts w:ascii="Century" w:hAnsi="Century"/>
                    </w:rPr>
                    <w:t>Parque</w:t>
                  </w:r>
                  <w:proofErr w:type="spellEnd"/>
                  <w:r w:rsidRPr="00E849AA">
                    <w:rPr>
                      <w:rFonts w:ascii="Century" w:hAnsi="Century"/>
                    </w:rPr>
                    <w:t xml:space="preserve"> </w:t>
                  </w:r>
                  <w:proofErr w:type="spellStart"/>
                  <w:r w:rsidRPr="00E849AA">
                    <w:rPr>
                      <w:rFonts w:ascii="Century" w:hAnsi="Century"/>
                    </w:rPr>
                    <w:t>Chankanaab</w:t>
                  </w:r>
                  <w:proofErr w:type="spellEnd"/>
                </w:p>
                <w:p w:rsidR="00E849AA" w:rsidRPr="00E849AA" w:rsidRDefault="00E849AA" w:rsidP="00E849AA">
                  <w:pPr>
                    <w:pStyle w:val="ListParagraph"/>
                    <w:numPr>
                      <w:ilvl w:val="0"/>
                      <w:numId w:val="6"/>
                    </w:numPr>
                    <w:rPr>
                      <w:rFonts w:ascii="Century" w:hAnsi="Century"/>
                    </w:rPr>
                  </w:pPr>
                  <w:r w:rsidRPr="00E849AA">
                    <w:rPr>
                      <w:rFonts w:ascii="Century" w:hAnsi="Century"/>
                    </w:rPr>
                    <w:t xml:space="preserve">El </w:t>
                  </w:r>
                  <w:proofErr w:type="spellStart"/>
                  <w:r w:rsidRPr="00E849AA">
                    <w:rPr>
                      <w:rFonts w:ascii="Century" w:hAnsi="Century"/>
                    </w:rPr>
                    <w:t>Cedral</w:t>
                  </w:r>
                  <w:proofErr w:type="spellEnd"/>
                  <w:r w:rsidRPr="00E849AA">
                    <w:rPr>
                      <w:rFonts w:ascii="Century" w:hAnsi="Century"/>
                    </w:rPr>
                    <w:t xml:space="preserve"> </w:t>
                  </w:r>
                </w:p>
                <w:p w:rsidR="00E849AA" w:rsidRPr="00E849AA" w:rsidRDefault="00E849AA" w:rsidP="00E849AA">
                  <w:pPr>
                    <w:pStyle w:val="ListParagraph"/>
                    <w:numPr>
                      <w:ilvl w:val="0"/>
                      <w:numId w:val="6"/>
                    </w:numPr>
                    <w:rPr>
                      <w:rFonts w:ascii="Century" w:hAnsi="Century"/>
                    </w:rPr>
                  </w:pPr>
                  <w:r w:rsidRPr="00E849AA">
                    <w:rPr>
                      <w:rFonts w:ascii="Century" w:hAnsi="Century"/>
                    </w:rPr>
                    <w:t>Punta Sur</w:t>
                  </w:r>
                </w:p>
                <w:p w:rsidR="00E849AA" w:rsidRPr="00E849AA" w:rsidRDefault="00E849AA" w:rsidP="00E849AA">
                  <w:pPr>
                    <w:pStyle w:val="ListParagraph"/>
                    <w:numPr>
                      <w:ilvl w:val="0"/>
                      <w:numId w:val="6"/>
                    </w:numPr>
                    <w:rPr>
                      <w:rFonts w:ascii="Century" w:hAnsi="Century"/>
                    </w:rPr>
                  </w:pPr>
                  <w:r w:rsidRPr="00E849AA">
                    <w:rPr>
                      <w:rFonts w:ascii="Century" w:hAnsi="Century"/>
                    </w:rPr>
                    <w:t xml:space="preserve">El </w:t>
                  </w:r>
                  <w:proofErr w:type="spellStart"/>
                  <w:r w:rsidRPr="00E849AA">
                    <w:rPr>
                      <w:rFonts w:ascii="Century" w:hAnsi="Century"/>
                    </w:rPr>
                    <w:t>Trono</w:t>
                  </w:r>
                  <w:proofErr w:type="spellEnd"/>
                </w:p>
                <w:p w:rsidR="00E849AA" w:rsidRPr="00E849AA" w:rsidRDefault="00E849AA" w:rsidP="00E849AA">
                  <w:pPr>
                    <w:pStyle w:val="ListParagraph"/>
                    <w:numPr>
                      <w:ilvl w:val="0"/>
                      <w:numId w:val="6"/>
                    </w:numPr>
                    <w:rPr>
                      <w:rFonts w:ascii="Century" w:hAnsi="Century"/>
                    </w:rPr>
                  </w:pPr>
                  <w:r w:rsidRPr="00E849AA">
                    <w:rPr>
                      <w:rFonts w:ascii="Century" w:hAnsi="Century"/>
                    </w:rPr>
                    <w:t xml:space="preserve">El </w:t>
                  </w:r>
                  <w:proofErr w:type="spellStart"/>
                  <w:r w:rsidRPr="00E849AA">
                    <w:rPr>
                      <w:rFonts w:ascii="Century" w:hAnsi="Century"/>
                    </w:rPr>
                    <w:t>Mirador</w:t>
                  </w:r>
                  <w:proofErr w:type="spellEnd"/>
                </w:p>
                <w:p w:rsidR="00E849AA" w:rsidRPr="00E849AA" w:rsidRDefault="00E849AA" w:rsidP="00E849AA">
                  <w:pPr>
                    <w:pStyle w:val="ListParagraph"/>
                    <w:numPr>
                      <w:ilvl w:val="0"/>
                      <w:numId w:val="6"/>
                    </w:numPr>
                    <w:rPr>
                      <w:rFonts w:ascii="Century" w:hAnsi="Century"/>
                    </w:rPr>
                  </w:pPr>
                  <w:r w:rsidRPr="00E849AA">
                    <w:rPr>
                      <w:rFonts w:ascii="Century" w:hAnsi="Century"/>
                    </w:rPr>
                    <w:t xml:space="preserve">Punta </w:t>
                  </w:r>
                  <w:proofErr w:type="spellStart"/>
                  <w:r w:rsidRPr="00E849AA">
                    <w:rPr>
                      <w:rFonts w:ascii="Century" w:hAnsi="Century"/>
                    </w:rPr>
                    <w:t>Chiquer</w:t>
                  </w:r>
                  <w:proofErr w:type="spellEnd"/>
                </w:p>
              </w:txbxContent>
            </v:textbox>
            <w10:wrap anchorx="page" anchory="page"/>
          </v:shape>
        </w:pict>
      </w:r>
      <w:r>
        <w:rPr>
          <w:rFonts w:ascii="Century Gothic" w:hAnsi="Century Gothic"/>
          <w:b/>
          <w:noProof/>
          <w:color w:val="00B050"/>
          <w:sz w:val="40"/>
          <w:szCs w:val="40"/>
        </w:rPr>
        <w:pict>
          <v:shape id="_x0000_s1094" type="#_x0000_t202" style="position:absolute;margin-left:277.8pt;margin-top:15pt;width:3in;height:131.7pt;z-index:251651584;mso-position-horizontal-relative:page;mso-position-vertical-relative:page" filled="f" stroked="f" strokecolor="#c9f" strokeweight="1.5pt">
            <v:textbox style="mso-next-textbox:#_x0000_s1094;mso-fit-shape-to-text:t">
              <w:txbxContent>
                <w:p w:rsidR="00A00E6B" w:rsidRPr="002E06E4" w:rsidRDefault="00C67415" w:rsidP="00A00E6B">
                  <w:pPr>
                    <w:pStyle w:val="Heading1"/>
                    <w:rPr>
                      <w:rFonts w:ascii="Lucida Handwriting" w:eastAsia="FangSong" w:hAnsi="Lucida Handwriting"/>
                      <w:b/>
                      <w:color w:val="FF9900"/>
                      <w:szCs w:val="72"/>
                    </w:rPr>
                  </w:pPr>
                  <w:r w:rsidRPr="002E06E4">
                    <w:rPr>
                      <w:rFonts w:ascii="Lucida Handwriting" w:eastAsia="FangSong" w:hAnsi="Lucida Handwriting"/>
                      <w:b/>
                      <w:color w:val="FF9900"/>
                      <w:szCs w:val="72"/>
                    </w:rPr>
                    <w:t>Cozumel, Mexico</w:t>
                  </w:r>
                </w:p>
              </w:txbxContent>
            </v:textbox>
            <w10:wrap anchorx="page" anchory="page"/>
          </v:shape>
        </w:pict>
      </w:r>
      <w:r w:rsidR="00A67F04" w:rsidRPr="00787734">
        <w:rPr>
          <w:rFonts w:ascii="Century Gothic" w:hAnsi="Century Gothic"/>
          <w:b/>
          <w:noProof/>
          <w:color w:val="00B050"/>
          <w:sz w:val="40"/>
          <w:szCs w:val="40"/>
        </w:rPr>
        <w:drawing>
          <wp:anchor distT="0" distB="0" distL="114300" distR="114300" simplePos="0" relativeHeight="251671040" behindDoc="1" locked="0" layoutInCell="1" allowOverlap="1">
            <wp:simplePos x="0" y="0"/>
            <wp:positionH relativeFrom="column">
              <wp:posOffset>2865755</wp:posOffset>
            </wp:positionH>
            <wp:positionV relativeFrom="paragraph">
              <wp:posOffset>1201420</wp:posOffset>
            </wp:positionV>
            <wp:extent cx="2602865" cy="3492500"/>
            <wp:effectExtent l="19050" t="0" r="6985" b="0"/>
            <wp:wrapNone/>
            <wp:docPr id="90" name="Picture 90" descr="C:\Users\Danielle\Pictures\Cozumel_Island_Mexic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Danielle\Pictures\Cozumel_Island_Mexico_01.jpg"/>
                    <pic:cNvPicPr>
                      <a:picLocks noChangeAspect="1" noChangeArrowheads="1"/>
                    </pic:cNvPicPr>
                  </pic:nvPicPr>
                  <pic:blipFill>
                    <a:blip r:embed="rId7" cstate="print"/>
                    <a:srcRect/>
                    <a:stretch>
                      <a:fillRect/>
                    </a:stretch>
                  </pic:blipFill>
                  <pic:spPr bwMode="auto">
                    <a:xfrm>
                      <a:off x="0" y="0"/>
                      <a:ext cx="2602865" cy="3492500"/>
                    </a:xfrm>
                    <a:prstGeom prst="rect">
                      <a:avLst/>
                    </a:prstGeom>
                    <a:noFill/>
                    <a:ln w="9525">
                      <a:noFill/>
                      <a:miter lim="800000"/>
                      <a:headEnd/>
                      <a:tailEnd/>
                    </a:ln>
                  </pic:spPr>
                </pic:pic>
              </a:graphicData>
            </a:graphic>
          </wp:anchor>
        </w:drawing>
      </w:r>
      <w:r>
        <w:rPr>
          <w:rFonts w:ascii="Century Gothic" w:hAnsi="Century Gothic"/>
          <w:b/>
          <w:noProof/>
          <w:color w:val="00B050"/>
          <w:sz w:val="40"/>
          <w:szCs w:val="40"/>
        </w:rPr>
        <w:pict>
          <v:shape id="_x0000_s1109" type="#_x0000_t202" alt="" style="position:absolute;margin-left:842.4pt;margin-top:407.8pt;width:67.75pt;height:33.9pt;z-index:251666944;mso-wrap-style:none;mso-position-horizontal-relative:page;mso-position-vertical-relative:page" filled="f" stroked="f" strokecolor="#c9f" strokeweight="1.5pt">
            <v:textbox style="mso-next-textbox:#_x0000_s1109;mso-fit-shape-to-text:t" inset="0,0,0,0">
              <w:txbxContent>
                <w:p w:rsidR="00BC26BE" w:rsidRDefault="00BC26BE" w:rsidP="00BC26BE"/>
              </w:txbxContent>
            </v:textbox>
            <w10:wrap anchorx="page" anchory="page"/>
          </v:shape>
        </w:pict>
      </w:r>
      <w:r>
        <w:rPr>
          <w:rFonts w:ascii="Century Gothic" w:hAnsi="Century Gothic"/>
          <w:b/>
          <w:noProof/>
          <w:color w:val="00B050"/>
          <w:sz w:val="40"/>
          <w:szCs w:val="40"/>
        </w:rPr>
        <w:pict>
          <v:shape id="_x0000_s1106" type="#_x0000_t202" alt="" style="position:absolute;margin-left:93.6pt;margin-top:409.9pt;width:67.75pt;height:33.9pt;z-index:251663872;mso-wrap-style:none;mso-position-horizontal-relative:page;mso-position-vertical-relative:page" filled="f" stroked="f" strokecolor="#c9f" strokeweight="1.5pt">
            <v:textbox style="mso-next-textbox:#_x0000_s1106;mso-fit-shape-to-text:t" inset="0,0,0,0">
              <w:txbxContent>
                <w:p w:rsidR="00AD3B75" w:rsidRDefault="00AD3B75"/>
              </w:txbxContent>
            </v:textbox>
            <w10:wrap anchorx="page" anchory="page"/>
          </v:shape>
        </w:pict>
      </w:r>
      <w:r>
        <w:rPr>
          <w:rFonts w:ascii="Century Gothic" w:hAnsi="Century Gothic"/>
          <w:b/>
          <w:noProof/>
          <w:color w:val="00B050"/>
          <w:sz w:val="40"/>
          <w:szCs w:val="40"/>
        </w:rPr>
        <w:pict>
          <v:shape id="_x0000_s1095" type="#_x0000_t202" style="position:absolute;margin-left:43.8pt;margin-top:450.95pt;width:174pt;height:128.55pt;z-index:251652608;mso-position-horizontal-relative:page;mso-position-vertical-relative:page" filled="f" stroked="f">
            <v:textbox style="mso-next-textbox:#_x0000_s1095;mso-fit-shape-to-text:t">
              <w:txbxContent>
                <w:p w:rsidR="00216759" w:rsidRDefault="00216759" w:rsidP="00216759">
                  <w:pPr>
                    <w:pStyle w:val="NormalWeb"/>
                  </w:pPr>
                </w:p>
              </w:txbxContent>
            </v:textbox>
            <w10:wrap anchorx="page" anchory="page"/>
          </v:shape>
        </w:pict>
      </w:r>
      <w:r>
        <w:rPr>
          <w:rFonts w:ascii="Century Gothic" w:hAnsi="Century Gothic"/>
          <w:b/>
          <w:noProof/>
          <w:color w:val="00B050"/>
          <w:sz w:val="40"/>
          <w:szCs w:val="40"/>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531.3pt;margin-top:48.95pt;width:208.8pt;height:314.15pt;z-index:251650560;mso-position-horizontal-relative:page;mso-position-vertical-relative:page" filled="f" stroked="f" strokecolor="#c9f" strokeweight="1.5pt">
            <v:textbox style="mso-next-textbox:#_x0000_s1093">
              <w:txbxContent>
                <w:p w:rsidR="00A00E6B" w:rsidRPr="002E06E4" w:rsidRDefault="003B4B09" w:rsidP="00A00E6B">
                  <w:pPr>
                    <w:pStyle w:val="Heading2"/>
                    <w:rPr>
                      <w:b/>
                      <w:color w:val="7030A0"/>
                    </w:rPr>
                  </w:pPr>
                  <w:r w:rsidRPr="002E06E4">
                    <w:rPr>
                      <w:b/>
                      <w:color w:val="7030A0"/>
                    </w:rPr>
                    <w:t>Transportation</w:t>
                  </w:r>
                </w:p>
                <w:p w:rsidR="00EF33EE" w:rsidRPr="002E06E4" w:rsidRDefault="003B4B09" w:rsidP="00A00E6B">
                  <w:pPr>
                    <w:pStyle w:val="BodyText"/>
                    <w:rPr>
                      <w:rFonts w:ascii="Century" w:hAnsi="Century"/>
                      <w:sz w:val="24"/>
                      <w:szCs w:val="24"/>
                    </w:rPr>
                  </w:pPr>
                  <w:r w:rsidRPr="002E06E4">
                    <w:rPr>
                      <w:rFonts w:ascii="Century" w:hAnsi="Century"/>
                      <w:sz w:val="24"/>
                      <w:szCs w:val="24"/>
                    </w:rPr>
                    <w:t xml:space="preserve">How will I travel to Cozumel? </w:t>
                  </w:r>
                </w:p>
                <w:p w:rsidR="003B4B09" w:rsidRPr="002E06E4" w:rsidRDefault="003B4B09" w:rsidP="00A00E6B">
                  <w:pPr>
                    <w:pStyle w:val="BodyText"/>
                    <w:rPr>
                      <w:rFonts w:ascii="Century" w:hAnsi="Century"/>
                      <w:sz w:val="24"/>
                      <w:szCs w:val="24"/>
                    </w:rPr>
                  </w:pPr>
                  <w:r w:rsidRPr="002E06E4">
                    <w:rPr>
                      <w:rFonts w:ascii="Century" w:hAnsi="Century"/>
                      <w:sz w:val="24"/>
                      <w:szCs w:val="24"/>
                    </w:rPr>
                    <w:t>Well to get to Cozumel you have three options:</w:t>
                  </w:r>
                </w:p>
                <w:p w:rsidR="003B4B09" w:rsidRPr="002E06E4" w:rsidRDefault="003B4B09" w:rsidP="003B4B09">
                  <w:pPr>
                    <w:pStyle w:val="BodyText"/>
                    <w:numPr>
                      <w:ilvl w:val="0"/>
                      <w:numId w:val="5"/>
                    </w:numPr>
                    <w:rPr>
                      <w:rFonts w:ascii="Century" w:hAnsi="Century"/>
                      <w:sz w:val="24"/>
                      <w:szCs w:val="24"/>
                    </w:rPr>
                  </w:pPr>
                  <w:r w:rsidRPr="002E06E4">
                    <w:rPr>
                      <w:rFonts w:ascii="Century" w:hAnsi="Century"/>
                      <w:sz w:val="24"/>
                      <w:szCs w:val="24"/>
                    </w:rPr>
                    <w:t>Take a cruise ship right into the island.</w:t>
                  </w:r>
                </w:p>
                <w:p w:rsidR="003B4B09" w:rsidRPr="002E06E4" w:rsidRDefault="003B4B09" w:rsidP="003B4B09">
                  <w:pPr>
                    <w:pStyle w:val="ListParagraph"/>
                    <w:numPr>
                      <w:ilvl w:val="0"/>
                      <w:numId w:val="5"/>
                    </w:numPr>
                    <w:rPr>
                      <w:rFonts w:ascii="Century" w:hAnsi="Century" w:cs="Arial"/>
                      <w:shd w:val="clear" w:color="auto" w:fill="FFFFFF"/>
                    </w:rPr>
                  </w:pPr>
                  <w:bookmarkStart w:id="0" w:name="GettingToCozumel"/>
                  <w:r w:rsidRPr="002E06E4">
                    <w:rPr>
                      <w:rFonts w:ascii="Century" w:hAnsi="Century" w:cs="Arial"/>
                      <w:bCs/>
                      <w:shd w:val="clear" w:color="auto" w:fill="FFFFFF"/>
                    </w:rPr>
                    <w:t>Fly into Cancun and then taxi/ferry or fly over to Cozumel</w:t>
                  </w:r>
                  <w:r w:rsidRPr="002E06E4">
                    <w:rPr>
                      <w:rFonts w:ascii="Century" w:hAnsi="Century" w:cs="Arial"/>
                    </w:rPr>
                    <w:t> </w:t>
                  </w:r>
                  <w:bookmarkEnd w:id="0"/>
                </w:p>
                <w:p w:rsidR="003B4B09" w:rsidRPr="002E06E4" w:rsidRDefault="003B4B09" w:rsidP="003B4B09">
                  <w:pPr>
                    <w:pStyle w:val="BodyText"/>
                    <w:numPr>
                      <w:ilvl w:val="0"/>
                      <w:numId w:val="5"/>
                    </w:numPr>
                    <w:rPr>
                      <w:rFonts w:ascii="Century" w:hAnsi="Century"/>
                      <w:sz w:val="24"/>
                      <w:szCs w:val="24"/>
                    </w:rPr>
                  </w:pPr>
                  <w:r w:rsidRPr="002E06E4">
                    <w:rPr>
                      <w:rFonts w:ascii="Century" w:hAnsi="Century"/>
                      <w:sz w:val="24"/>
                      <w:szCs w:val="24"/>
                    </w:rPr>
                    <w:t>Fly directly into Cozumel airport</w:t>
                  </w:r>
                </w:p>
                <w:p w:rsidR="003B4B09" w:rsidRPr="002E06E4" w:rsidRDefault="003B4B09" w:rsidP="003B4B09">
                  <w:pPr>
                    <w:pStyle w:val="BodyText"/>
                    <w:rPr>
                      <w:rFonts w:ascii="Century" w:hAnsi="Century"/>
                      <w:sz w:val="24"/>
                      <w:szCs w:val="24"/>
                    </w:rPr>
                  </w:pPr>
                  <w:r w:rsidRPr="002E06E4">
                    <w:rPr>
                      <w:rFonts w:ascii="Century" w:hAnsi="Century"/>
                      <w:sz w:val="24"/>
                      <w:szCs w:val="24"/>
                    </w:rPr>
                    <w:t xml:space="preserve">Once in Cozumel, there are </w:t>
                  </w:r>
                  <w:proofErr w:type="gramStart"/>
                  <w:r w:rsidRPr="002E06E4">
                    <w:rPr>
                      <w:rFonts w:ascii="Century" w:hAnsi="Century"/>
                      <w:sz w:val="24"/>
                      <w:szCs w:val="24"/>
                    </w:rPr>
                    <w:t>taxi’s</w:t>
                  </w:r>
                  <w:proofErr w:type="gramEnd"/>
                  <w:r w:rsidRPr="002E06E4">
                    <w:rPr>
                      <w:rFonts w:ascii="Century" w:hAnsi="Century"/>
                      <w:sz w:val="24"/>
                      <w:szCs w:val="24"/>
                    </w:rPr>
                    <w:t xml:space="preserve"> and shuttles that run from each resort and hotel. </w:t>
                  </w:r>
                </w:p>
              </w:txbxContent>
            </v:textbox>
            <w10:wrap anchorx="page" anchory="page"/>
          </v:shape>
        </w:pict>
      </w:r>
      <w:r>
        <w:rPr>
          <w:rFonts w:ascii="Century Gothic" w:hAnsi="Century Gothic"/>
          <w:b/>
          <w:noProof/>
          <w:color w:val="00B050"/>
          <w:sz w:val="40"/>
          <w:szCs w:val="40"/>
        </w:rPr>
        <w:pict>
          <v:shape id="_x0000_s1107" type="#_x0000_t202" style="position:absolute;margin-left:4in;margin-top:437.05pt;width:183.3pt;height:53pt;z-index:251664896;mso-position-horizontal-relative:page;mso-position-vertical-relative:page" stroked="f" strokecolor="maroon" strokeweight="1.5pt">
            <v:textbox style="mso-next-textbox:#_x0000_s1107;mso-fit-shape-to-text:t">
              <w:txbxContent>
                <w:p w:rsidR="00E849AA" w:rsidRDefault="00E849AA" w:rsidP="001F56E8">
                  <w:pPr>
                    <w:jc w:val="center"/>
                    <w:rPr>
                      <w:rFonts w:ascii="Century Gothic" w:hAnsi="Century Gothic"/>
                      <w:b/>
                      <w:color w:val="FF9900"/>
                      <w:spacing w:val="20"/>
                      <w:sz w:val="32"/>
                      <w:szCs w:val="32"/>
                    </w:rPr>
                  </w:pPr>
                </w:p>
                <w:p w:rsidR="00E849AA" w:rsidRDefault="00E849AA" w:rsidP="001F56E8">
                  <w:pPr>
                    <w:jc w:val="center"/>
                    <w:rPr>
                      <w:rFonts w:ascii="Century Gothic" w:hAnsi="Century Gothic"/>
                      <w:b/>
                      <w:color w:val="FF9900"/>
                      <w:spacing w:val="20"/>
                      <w:sz w:val="32"/>
                      <w:szCs w:val="32"/>
                    </w:rPr>
                  </w:pPr>
                </w:p>
                <w:p w:rsidR="001F56E8" w:rsidRPr="00E849AA" w:rsidRDefault="00E849AA" w:rsidP="001F56E8">
                  <w:pPr>
                    <w:jc w:val="center"/>
                    <w:rPr>
                      <w:rFonts w:ascii="Century Gothic" w:hAnsi="Century Gothic"/>
                      <w:b/>
                      <w:color w:val="FF9900"/>
                      <w:spacing w:val="20"/>
                      <w:sz w:val="32"/>
                      <w:szCs w:val="32"/>
                    </w:rPr>
                  </w:pPr>
                  <w:r w:rsidRPr="00E849AA">
                    <w:rPr>
                      <w:rFonts w:ascii="Century Gothic" w:hAnsi="Century Gothic"/>
                      <w:b/>
                      <w:color w:val="FF9900"/>
                      <w:spacing w:val="20"/>
                      <w:sz w:val="32"/>
                      <w:szCs w:val="32"/>
                    </w:rPr>
                    <w:t xml:space="preserve">Your vacation begins now… </w:t>
                  </w:r>
                </w:p>
              </w:txbxContent>
            </v:textbox>
            <w10:wrap anchorx="page" anchory="page"/>
          </v:shape>
        </w:pict>
      </w:r>
      <w:r>
        <w:rPr>
          <w:rFonts w:ascii="Century Gothic" w:hAnsi="Century Gothic"/>
          <w:b/>
          <w:noProof/>
          <w:color w:val="00B050"/>
          <w:sz w:val="40"/>
          <w:szCs w:val="40"/>
        </w:rPr>
        <w:pict>
          <v:shape id="_x0000_s1098" type="#_x0000_t202" style="position:absolute;margin-left:543pt;margin-top:385.95pt;width:175.5pt;height:174.75pt;z-index:251655680;mso-wrap-style:none;mso-position-horizontal-relative:page;mso-position-vertical-relative:page" filled="f" stroked="f" strokecolor="#c9f" strokeweight="1.5pt">
            <v:textbox style="mso-next-textbox:#_x0000_s1098;mso-fit-shape-to-text:t">
              <w:txbxContent>
                <w:p w:rsidR="00A00E6B" w:rsidRDefault="00A00E6B" w:rsidP="00A00E6B"/>
              </w:txbxContent>
            </v:textbox>
            <w10:wrap anchorx="page" anchory="page"/>
          </v:shape>
        </w:pict>
      </w:r>
      <w:r>
        <w:rPr>
          <w:rFonts w:ascii="Century Gothic" w:hAnsi="Century Gothic"/>
          <w:b/>
          <w:noProof/>
          <w:color w:val="00B050"/>
          <w:sz w:val="40"/>
          <w:szCs w:val="40"/>
        </w:rPr>
        <w:pict>
          <v:shape id="_x0000_s1092" type="#_x0000_t202" style="position:absolute;margin-left:277.8pt;margin-top:518.3pt;width:205.2pt;height:63.6pt;z-index:251649536;mso-position-horizontal-relative:page;mso-position-vertical-relative:page" filled="f" stroked="f">
            <v:textbox style="mso-next-textbox:#_x0000_s1092;mso-fit-shape-to-text:t">
              <w:txbxContent>
                <w:p w:rsidR="00A00E6B" w:rsidRPr="00461BDC" w:rsidRDefault="00A00E6B" w:rsidP="001F56E8">
                  <w:pPr>
                    <w:jc w:val="center"/>
                  </w:pPr>
                </w:p>
              </w:txbxContent>
            </v:textbox>
            <w10:wrap anchorx="page" anchory="page"/>
          </v:shape>
        </w:pict>
      </w:r>
      <w:r w:rsidR="00727E7E" w:rsidRPr="00787734">
        <w:rPr>
          <w:rFonts w:ascii="Century Gothic" w:hAnsi="Century Gothic"/>
          <w:b/>
          <w:color w:val="00B050"/>
          <w:sz w:val="40"/>
          <w:szCs w:val="40"/>
        </w:rPr>
        <w:t xml:space="preserve">Attractions: </w:t>
      </w:r>
    </w:p>
    <w:p w:rsidR="00727E7E" w:rsidRPr="002E06E4" w:rsidRDefault="00727E7E" w:rsidP="00AF6343">
      <w:pPr>
        <w:pStyle w:val="BodyText"/>
        <w:rPr>
          <w:rFonts w:ascii="Century" w:hAnsi="Century"/>
          <w:sz w:val="28"/>
          <w:szCs w:val="28"/>
        </w:rPr>
      </w:pPr>
      <w:r w:rsidRPr="002E06E4">
        <w:rPr>
          <w:rFonts w:ascii="Century" w:hAnsi="Century"/>
          <w:sz w:val="28"/>
          <w:szCs w:val="28"/>
        </w:rPr>
        <w:t xml:space="preserve">When visiting Cozumel, some of the places </w:t>
      </w:r>
      <w:r w:rsidR="002C5F43">
        <w:rPr>
          <w:rFonts w:ascii="Century" w:hAnsi="Century"/>
          <w:sz w:val="28"/>
          <w:szCs w:val="28"/>
        </w:rPr>
        <w:t>you might like to see are attractions</w:t>
      </w:r>
      <w:r w:rsidRPr="002E06E4">
        <w:rPr>
          <w:rFonts w:ascii="Century" w:hAnsi="Century"/>
          <w:sz w:val="28"/>
          <w:szCs w:val="28"/>
        </w:rPr>
        <w:t xml:space="preserve"> such as:</w:t>
      </w:r>
    </w:p>
    <w:p w:rsidR="00727E7E" w:rsidRPr="002E06E4" w:rsidRDefault="00727E7E" w:rsidP="00AF6343">
      <w:pPr>
        <w:pStyle w:val="BodyText"/>
        <w:rPr>
          <w:rFonts w:ascii="Century" w:hAnsi="Century"/>
          <w:sz w:val="28"/>
          <w:szCs w:val="28"/>
        </w:rPr>
      </w:pPr>
      <w:r w:rsidRPr="002E06E4">
        <w:rPr>
          <w:rFonts w:ascii="Century" w:hAnsi="Century"/>
          <w:sz w:val="28"/>
          <w:szCs w:val="28"/>
        </w:rPr>
        <w:t>-Beaches such as Playa Sol Beach Break</w:t>
      </w:r>
    </w:p>
    <w:p w:rsidR="00727E7E" w:rsidRPr="002E06E4" w:rsidRDefault="00727E7E" w:rsidP="00AF6343">
      <w:pPr>
        <w:pStyle w:val="BodyText"/>
        <w:rPr>
          <w:rFonts w:ascii="Century" w:hAnsi="Century"/>
          <w:sz w:val="28"/>
          <w:szCs w:val="28"/>
        </w:rPr>
      </w:pPr>
      <w:r w:rsidRPr="002E06E4">
        <w:rPr>
          <w:rFonts w:ascii="Century" w:hAnsi="Century"/>
          <w:sz w:val="28"/>
          <w:szCs w:val="28"/>
        </w:rPr>
        <w:t>-Castillo Real</w:t>
      </w:r>
    </w:p>
    <w:p w:rsidR="00727E7E" w:rsidRPr="002E06E4" w:rsidRDefault="00650767" w:rsidP="00AF6343">
      <w:pPr>
        <w:pStyle w:val="BodyText"/>
        <w:rPr>
          <w:rFonts w:ascii="Century" w:hAnsi="Century"/>
          <w:sz w:val="28"/>
          <w:szCs w:val="28"/>
        </w:rPr>
      </w:pPr>
      <w:r>
        <w:rPr>
          <w:rFonts w:ascii="Century" w:hAnsi="Century"/>
          <w:noProof/>
          <w:sz w:val="28"/>
          <w:szCs w:val="28"/>
        </w:rPr>
        <w:drawing>
          <wp:anchor distT="0" distB="0" distL="114300" distR="114300" simplePos="0" relativeHeight="251677184" behindDoc="1" locked="0" layoutInCell="1" allowOverlap="1">
            <wp:simplePos x="0" y="0"/>
            <wp:positionH relativeFrom="column">
              <wp:posOffset>9259570</wp:posOffset>
            </wp:positionH>
            <wp:positionV relativeFrom="paragraph">
              <wp:posOffset>191770</wp:posOffset>
            </wp:positionV>
            <wp:extent cx="2444750" cy="3632200"/>
            <wp:effectExtent l="19050" t="0" r="0" b="0"/>
            <wp:wrapNone/>
            <wp:docPr id="19" name="Picture 17" descr="cozumel-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zumel-map.gif"/>
                    <pic:cNvPicPr/>
                  </pic:nvPicPr>
                  <pic:blipFill>
                    <a:blip r:embed="rId8" cstate="print"/>
                    <a:stretch>
                      <a:fillRect/>
                    </a:stretch>
                  </pic:blipFill>
                  <pic:spPr>
                    <a:xfrm>
                      <a:off x="0" y="0"/>
                      <a:ext cx="2444750" cy="3632200"/>
                    </a:xfrm>
                    <a:prstGeom prst="rect">
                      <a:avLst/>
                    </a:prstGeom>
                  </pic:spPr>
                </pic:pic>
              </a:graphicData>
            </a:graphic>
          </wp:anchor>
        </w:drawing>
      </w:r>
      <w:r w:rsidR="00727E7E" w:rsidRPr="002E06E4">
        <w:rPr>
          <w:rFonts w:ascii="Century" w:hAnsi="Century"/>
          <w:sz w:val="28"/>
          <w:szCs w:val="28"/>
        </w:rPr>
        <w:t xml:space="preserve">-San </w:t>
      </w:r>
      <w:proofErr w:type="spellStart"/>
      <w:r w:rsidR="00727E7E" w:rsidRPr="002E06E4">
        <w:rPr>
          <w:rFonts w:ascii="Century" w:hAnsi="Century"/>
          <w:sz w:val="28"/>
          <w:szCs w:val="28"/>
        </w:rPr>
        <w:t>Gervasio</w:t>
      </w:r>
      <w:proofErr w:type="spellEnd"/>
    </w:p>
    <w:p w:rsidR="00727E7E" w:rsidRPr="002E06E4" w:rsidRDefault="00727E7E" w:rsidP="00AF6343">
      <w:pPr>
        <w:pStyle w:val="BodyText"/>
        <w:rPr>
          <w:rFonts w:ascii="Century" w:hAnsi="Century"/>
          <w:sz w:val="28"/>
          <w:szCs w:val="28"/>
        </w:rPr>
      </w:pPr>
      <w:r w:rsidRPr="002E06E4">
        <w:rPr>
          <w:rFonts w:ascii="Century" w:hAnsi="Century"/>
          <w:sz w:val="28"/>
          <w:szCs w:val="28"/>
        </w:rPr>
        <w:t>-City Hall</w:t>
      </w:r>
    </w:p>
    <w:p w:rsidR="00051AEB" w:rsidRPr="00727E7E" w:rsidRDefault="003B4B09" w:rsidP="00AF6343">
      <w:pPr>
        <w:pStyle w:val="BodyText"/>
        <w:rPr>
          <w:sz w:val="40"/>
          <w:szCs w:val="40"/>
        </w:rPr>
      </w:pPr>
      <w:r w:rsidRPr="002E06E4">
        <w:rPr>
          <w:rFonts w:ascii="Century" w:hAnsi="Century"/>
          <w:noProof/>
          <w:sz w:val="28"/>
          <w:szCs w:val="28"/>
        </w:rPr>
        <w:drawing>
          <wp:anchor distT="0" distB="0" distL="114300" distR="114300" simplePos="0" relativeHeight="251674112" behindDoc="1" locked="0" layoutInCell="1" allowOverlap="1">
            <wp:simplePos x="0" y="0"/>
            <wp:positionH relativeFrom="column">
              <wp:posOffset>6224270</wp:posOffset>
            </wp:positionH>
            <wp:positionV relativeFrom="paragraph">
              <wp:posOffset>771525</wp:posOffset>
            </wp:positionV>
            <wp:extent cx="2673350" cy="2159000"/>
            <wp:effectExtent l="19050" t="0" r="0" b="0"/>
            <wp:wrapNone/>
            <wp:docPr id="5" name="Picture 4" descr="transfer-coz-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fer-coz-006.jpg"/>
                    <pic:cNvPicPr/>
                  </pic:nvPicPr>
                  <pic:blipFill>
                    <a:blip r:embed="rId9" cstate="print"/>
                    <a:stretch>
                      <a:fillRect/>
                    </a:stretch>
                  </pic:blipFill>
                  <pic:spPr>
                    <a:xfrm>
                      <a:off x="0" y="0"/>
                      <a:ext cx="2673350" cy="2159000"/>
                    </a:xfrm>
                    <a:prstGeom prst="rect">
                      <a:avLst/>
                    </a:prstGeom>
                  </pic:spPr>
                </pic:pic>
              </a:graphicData>
            </a:graphic>
          </wp:anchor>
        </w:drawing>
      </w:r>
      <w:r w:rsidRPr="002E06E4">
        <w:rPr>
          <w:rFonts w:ascii="Century" w:hAnsi="Century"/>
          <w:noProof/>
          <w:sz w:val="28"/>
          <w:szCs w:val="28"/>
        </w:rPr>
        <w:drawing>
          <wp:anchor distT="0" distB="0" distL="114300" distR="114300" simplePos="0" relativeHeight="251673088" behindDoc="1" locked="0" layoutInCell="1" allowOverlap="1">
            <wp:simplePos x="0" y="0"/>
            <wp:positionH relativeFrom="column">
              <wp:posOffset>-125730</wp:posOffset>
            </wp:positionH>
            <wp:positionV relativeFrom="paragraph">
              <wp:posOffset>771525</wp:posOffset>
            </wp:positionV>
            <wp:extent cx="2254250" cy="2324100"/>
            <wp:effectExtent l="19050" t="0" r="0" b="0"/>
            <wp:wrapNone/>
            <wp:docPr id="4" name="Picture 1" descr="san-gervasio-ruins-cozum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n-gervasio-ruins-cozumel.jpg"/>
                    <pic:cNvPicPr/>
                  </pic:nvPicPr>
                  <pic:blipFill>
                    <a:blip r:embed="rId10" cstate="print"/>
                    <a:stretch>
                      <a:fillRect/>
                    </a:stretch>
                  </pic:blipFill>
                  <pic:spPr>
                    <a:xfrm>
                      <a:off x="0" y="0"/>
                      <a:ext cx="2254250" cy="2324100"/>
                    </a:xfrm>
                    <a:prstGeom prst="rect">
                      <a:avLst/>
                    </a:prstGeom>
                  </pic:spPr>
                </pic:pic>
              </a:graphicData>
            </a:graphic>
          </wp:anchor>
        </w:drawing>
      </w:r>
      <w:r w:rsidR="00727E7E" w:rsidRPr="002E06E4">
        <w:rPr>
          <w:rFonts w:ascii="Century" w:hAnsi="Century"/>
          <w:sz w:val="28"/>
          <w:szCs w:val="28"/>
        </w:rPr>
        <w:t>-Plaza Central</w:t>
      </w:r>
      <w:r w:rsidR="00A00E6B" w:rsidRPr="00727E7E">
        <w:rPr>
          <w:sz w:val="40"/>
          <w:szCs w:val="40"/>
        </w:rPr>
        <w:br w:type="page"/>
      </w:r>
      <w:r w:rsidR="002C5F43">
        <w:rPr>
          <w:noProof/>
          <w:sz w:val="40"/>
          <w:szCs w:val="40"/>
        </w:rPr>
        <w:lastRenderedPageBreak/>
        <w:pict>
          <v:shape id="_x0000_s1100" type="#_x0000_t202" style="position:absolute;margin-left:271.7pt;margin-top:149pt;width:208.8pt;height:441pt;z-index:251657728;mso-position-horizontal-relative:page;mso-position-vertical-relative:page" filled="f" stroked="f" strokecolor="#c9f" strokeweight="1.5pt">
            <v:textbox style="mso-next-textbox:#_x0000_s1101">
              <w:txbxContent/>
            </v:textbox>
            <w10:wrap anchorx="page" anchory="page"/>
          </v:shape>
        </w:pict>
      </w:r>
      <w:r w:rsidR="002E06E4">
        <w:rPr>
          <w:noProof/>
          <w:sz w:val="40"/>
          <w:szCs w:val="40"/>
        </w:rPr>
        <w:drawing>
          <wp:anchor distT="0" distB="0" distL="114300" distR="114300" simplePos="0" relativeHeight="251668992" behindDoc="1" locked="0" layoutInCell="1" allowOverlap="1">
            <wp:simplePos x="0" y="0"/>
            <wp:positionH relativeFrom="column">
              <wp:posOffset>6160770</wp:posOffset>
            </wp:positionH>
            <wp:positionV relativeFrom="paragraph">
              <wp:posOffset>4109720</wp:posOffset>
            </wp:positionV>
            <wp:extent cx="2603500" cy="2425700"/>
            <wp:effectExtent l="19050" t="0" r="6350" b="0"/>
            <wp:wrapNone/>
            <wp:docPr id="89" name="Picture 89" descr="cozumel_mexic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ozumel_mexico_1"/>
                    <pic:cNvPicPr>
                      <a:picLocks noChangeAspect="1" noChangeArrowheads="1"/>
                    </pic:cNvPicPr>
                  </pic:nvPicPr>
                  <pic:blipFill>
                    <a:blip r:embed="rId11" cstate="print"/>
                    <a:srcRect/>
                    <a:stretch>
                      <a:fillRect/>
                    </a:stretch>
                  </pic:blipFill>
                  <pic:spPr bwMode="auto">
                    <a:xfrm>
                      <a:off x="0" y="0"/>
                      <a:ext cx="2603500" cy="2425700"/>
                    </a:xfrm>
                    <a:prstGeom prst="rect">
                      <a:avLst/>
                    </a:prstGeom>
                    <a:noFill/>
                    <a:ln w="9525">
                      <a:noFill/>
                      <a:miter lim="800000"/>
                      <a:headEnd/>
                      <a:tailEnd/>
                    </a:ln>
                  </pic:spPr>
                </pic:pic>
              </a:graphicData>
            </a:graphic>
          </wp:anchor>
        </w:drawing>
      </w:r>
      <w:r w:rsidR="00E82BF1">
        <w:rPr>
          <w:noProof/>
          <w:sz w:val="40"/>
          <w:szCs w:val="40"/>
        </w:rPr>
        <w:pict>
          <v:shape id="_x0000_s1099" type="#_x0000_t202" style="position:absolute;margin-left:33.2pt;margin-top:19pt;width:208.8pt;height:571pt;z-index:251656704;mso-position-horizontal-relative:page;mso-position-vertical-relative:page" filled="f" stroked="f" strokecolor="#c9f" strokeweight="1.5pt">
            <v:textbox style="mso-next-textbox:#_x0000_s1100">
              <w:txbxContent>
                <w:p w:rsidR="00D54725" w:rsidRPr="00787734" w:rsidRDefault="00C67415" w:rsidP="003012CE">
                  <w:pPr>
                    <w:pStyle w:val="Heading3"/>
                    <w:rPr>
                      <w:b/>
                    </w:rPr>
                  </w:pPr>
                  <w:r w:rsidRPr="00787734">
                    <w:rPr>
                      <w:b/>
                    </w:rPr>
                    <w:t>Historic Sites and Landmarks</w:t>
                  </w:r>
                </w:p>
                <w:p w:rsidR="00A67F04" w:rsidRPr="002E06E4" w:rsidRDefault="00A67F04" w:rsidP="00A67F04">
                  <w:pPr>
                    <w:pStyle w:val="BodyText"/>
                    <w:rPr>
                      <w:rFonts w:ascii="Century" w:hAnsi="Century"/>
                      <w:sz w:val="24"/>
                      <w:szCs w:val="24"/>
                    </w:rPr>
                  </w:pPr>
                  <w:r w:rsidRPr="002E06E4">
                    <w:rPr>
                      <w:rFonts w:ascii="Century" w:hAnsi="Century"/>
                      <w:sz w:val="24"/>
                      <w:szCs w:val="24"/>
                    </w:rPr>
                    <w:t xml:space="preserve">In </w:t>
                  </w:r>
                  <w:proofErr w:type="gramStart"/>
                  <w:r w:rsidRPr="002E06E4">
                    <w:rPr>
                      <w:rFonts w:ascii="Century" w:hAnsi="Century"/>
                      <w:sz w:val="24"/>
                      <w:szCs w:val="24"/>
                    </w:rPr>
                    <w:t>Cozumel</w:t>
                  </w:r>
                  <w:proofErr w:type="gramEnd"/>
                  <w:r w:rsidRPr="002E06E4">
                    <w:rPr>
                      <w:rFonts w:ascii="Century" w:hAnsi="Century"/>
                      <w:sz w:val="24"/>
                      <w:szCs w:val="24"/>
                    </w:rPr>
                    <w:t xml:space="preserve"> there are a number of historic sites and landmarks to visit. The top </w:t>
                  </w:r>
                  <w:proofErr w:type="gramStart"/>
                  <w:r w:rsidRPr="002E06E4">
                    <w:rPr>
                      <w:rFonts w:ascii="Century" w:hAnsi="Century"/>
                      <w:sz w:val="24"/>
                      <w:szCs w:val="24"/>
                    </w:rPr>
                    <w:t>2</w:t>
                  </w:r>
                  <w:proofErr w:type="gramEnd"/>
                  <w:r w:rsidRPr="002E06E4">
                    <w:rPr>
                      <w:rFonts w:ascii="Century" w:hAnsi="Century"/>
                      <w:sz w:val="24"/>
                      <w:szCs w:val="24"/>
                    </w:rPr>
                    <w:t xml:space="preserve"> historical monuments to see are the Castillo Real, and the San </w:t>
                  </w:r>
                  <w:proofErr w:type="spellStart"/>
                  <w:r w:rsidRPr="002E06E4">
                    <w:rPr>
                      <w:rFonts w:ascii="Century" w:hAnsi="Century"/>
                      <w:sz w:val="24"/>
                      <w:szCs w:val="24"/>
                    </w:rPr>
                    <w:t>Gervasio</w:t>
                  </w:r>
                  <w:proofErr w:type="spellEnd"/>
                  <w:r w:rsidRPr="002E06E4">
                    <w:rPr>
                      <w:rFonts w:ascii="Century" w:hAnsi="Century"/>
                      <w:sz w:val="24"/>
                      <w:szCs w:val="24"/>
                    </w:rPr>
                    <w:t xml:space="preserve"> sites. Both of these sites </w:t>
                  </w:r>
                  <w:proofErr w:type="gramStart"/>
                  <w:r w:rsidRPr="002E06E4">
                    <w:rPr>
                      <w:rFonts w:ascii="Century" w:hAnsi="Century"/>
                      <w:sz w:val="24"/>
                      <w:szCs w:val="24"/>
                    </w:rPr>
                    <w:t>are known</w:t>
                  </w:r>
                  <w:proofErr w:type="gramEnd"/>
                  <w:r w:rsidRPr="002E06E4">
                    <w:rPr>
                      <w:rFonts w:ascii="Century" w:hAnsi="Century"/>
                      <w:sz w:val="24"/>
                      <w:szCs w:val="24"/>
                    </w:rPr>
                    <w:t xml:space="preserve"> to date from back when the Mayans lived. </w:t>
                  </w:r>
                </w:p>
                <w:p w:rsidR="00A67F04" w:rsidRPr="002E06E4" w:rsidRDefault="00A67F04" w:rsidP="00A67F04">
                  <w:pPr>
                    <w:pStyle w:val="BodyText"/>
                    <w:rPr>
                      <w:rFonts w:ascii="Century" w:hAnsi="Century"/>
                      <w:sz w:val="24"/>
                      <w:szCs w:val="24"/>
                    </w:rPr>
                  </w:pPr>
                  <w:proofErr w:type="gramStart"/>
                  <w:r w:rsidRPr="002E06E4">
                    <w:rPr>
                      <w:rFonts w:ascii="Century" w:hAnsi="Century"/>
                      <w:sz w:val="24"/>
                      <w:szCs w:val="24"/>
                    </w:rPr>
                    <w:t>Also</w:t>
                  </w:r>
                  <w:proofErr w:type="gramEnd"/>
                  <w:r w:rsidRPr="002E06E4">
                    <w:rPr>
                      <w:rFonts w:ascii="Century" w:hAnsi="Century"/>
                      <w:sz w:val="24"/>
                      <w:szCs w:val="24"/>
                    </w:rPr>
                    <w:t xml:space="preserve">, Cozumel’s landmarks such as their City Hall and Plaza Central include live music and dancing every Sunday. </w:t>
                  </w:r>
                </w:p>
                <w:p w:rsidR="00EF33EE" w:rsidRPr="00787734" w:rsidRDefault="004D179F" w:rsidP="00A67F04">
                  <w:pPr>
                    <w:pStyle w:val="BodyText"/>
                    <w:rPr>
                      <w:rFonts w:ascii="Century Gothic" w:hAnsi="Century Gothic"/>
                      <w:b/>
                      <w:color w:val="0000FF"/>
                      <w:sz w:val="32"/>
                      <w:szCs w:val="32"/>
                    </w:rPr>
                  </w:pPr>
                  <w:r w:rsidRPr="00787734">
                    <w:rPr>
                      <w:rFonts w:ascii="Century Gothic" w:hAnsi="Century Gothic"/>
                      <w:b/>
                      <w:color w:val="0000FF"/>
                      <w:sz w:val="32"/>
                      <w:szCs w:val="32"/>
                    </w:rPr>
                    <w:t>Climate and Overall Weather C</w:t>
                  </w:r>
                  <w:r w:rsidR="00C67415" w:rsidRPr="00787734">
                    <w:rPr>
                      <w:rFonts w:ascii="Century Gothic" w:hAnsi="Century Gothic"/>
                      <w:b/>
                      <w:color w:val="0000FF"/>
                      <w:sz w:val="32"/>
                      <w:szCs w:val="32"/>
                    </w:rPr>
                    <w:t>onditions</w:t>
                  </w:r>
                  <w:r w:rsidRPr="00787734">
                    <w:rPr>
                      <w:rFonts w:ascii="Century Gothic" w:hAnsi="Century Gothic"/>
                      <w:b/>
                      <w:color w:val="0000FF"/>
                      <w:sz w:val="32"/>
                      <w:szCs w:val="32"/>
                    </w:rPr>
                    <w:t xml:space="preserve">: </w:t>
                  </w:r>
                </w:p>
                <w:p w:rsidR="00727E7E" w:rsidRPr="00C35E88" w:rsidRDefault="00727E7E" w:rsidP="00A67F04">
                  <w:pPr>
                    <w:pStyle w:val="BodyText"/>
                    <w:rPr>
                      <w:rFonts w:ascii="Century Gothic" w:hAnsi="Century Gothic"/>
                      <w:b/>
                      <w:color w:val="548DD4" w:themeColor="text2" w:themeTint="99"/>
                      <w:sz w:val="28"/>
                      <w:szCs w:val="28"/>
                    </w:rPr>
                  </w:pPr>
                  <w:r w:rsidRPr="00C35E88">
                    <w:rPr>
                      <w:rFonts w:ascii="Century Gothic" w:hAnsi="Century Gothic"/>
                      <w:b/>
                      <w:color w:val="548DD4" w:themeColor="text2" w:themeTint="99"/>
                      <w:sz w:val="28"/>
                      <w:szCs w:val="28"/>
                    </w:rPr>
                    <w:t>When should you visit Cozumel?</w:t>
                  </w:r>
                </w:p>
                <w:p w:rsidR="00787734" w:rsidRPr="002E06E4" w:rsidRDefault="004D179F" w:rsidP="00787734">
                  <w:pPr>
                    <w:pStyle w:val="BodyText"/>
                    <w:rPr>
                      <w:rFonts w:ascii="Century" w:hAnsi="Century"/>
                      <w:sz w:val="24"/>
                      <w:szCs w:val="24"/>
                    </w:rPr>
                  </w:pPr>
                  <w:r w:rsidRPr="002E06E4">
                    <w:rPr>
                      <w:rFonts w:ascii="Century" w:hAnsi="Century"/>
                      <w:sz w:val="24"/>
                      <w:szCs w:val="24"/>
                    </w:rPr>
                    <w:t xml:space="preserve">Cozumel’s temperature stays well above 68 degrees, year round. April, May, June, and July are the hottest months of the year there.  You can expect rain at any time between the months of May and October.  Rain showers tend to occur in the late afternoon or early evening and are brief. However, during the months of September and October, there are chances of tropical storms and even hurricanes. </w:t>
                  </w:r>
                </w:p>
                <w:p w:rsidR="002D158D" w:rsidRPr="00787734" w:rsidRDefault="00C67415" w:rsidP="00787734">
                  <w:pPr>
                    <w:pStyle w:val="BodyText"/>
                    <w:jc w:val="center"/>
                    <w:rPr>
                      <w:rFonts w:ascii="Century Gothic" w:hAnsi="Century Gothic"/>
                      <w:b/>
                      <w:color w:val="5F497A" w:themeColor="accent4" w:themeShade="BF"/>
                      <w:sz w:val="32"/>
                      <w:szCs w:val="32"/>
                    </w:rPr>
                  </w:pPr>
                  <w:r w:rsidRPr="00787734">
                    <w:rPr>
                      <w:rFonts w:ascii="Century Gothic" w:hAnsi="Century Gothic"/>
                      <w:b/>
                      <w:color w:val="5F497A" w:themeColor="accent4" w:themeShade="BF"/>
                      <w:sz w:val="32"/>
                      <w:szCs w:val="32"/>
                    </w:rPr>
                    <w:t>Re</w:t>
                  </w:r>
                  <w:r w:rsidR="00787734">
                    <w:rPr>
                      <w:rFonts w:ascii="Century Gothic" w:hAnsi="Century Gothic"/>
                      <w:b/>
                      <w:color w:val="5F497A" w:themeColor="accent4" w:themeShade="BF"/>
                      <w:sz w:val="32"/>
                      <w:szCs w:val="32"/>
                    </w:rPr>
                    <w:t>creation and Outdoor Activities</w:t>
                  </w:r>
                </w:p>
                <w:p w:rsidR="00727E7E" w:rsidRPr="00787734" w:rsidRDefault="00727E7E" w:rsidP="00727E7E">
                  <w:pPr>
                    <w:rPr>
                      <w:rFonts w:ascii="Century" w:hAnsi="Century"/>
                    </w:rPr>
                  </w:pPr>
                  <w:r w:rsidRPr="00787734">
                    <w:rPr>
                      <w:rFonts w:ascii="Century" w:hAnsi="Century"/>
                    </w:rPr>
                    <w:t>There are plenty of Recreation and outdoor activities</w:t>
                  </w:r>
                  <w:r w:rsidR="002C5F43">
                    <w:rPr>
                      <w:rFonts w:ascii="Century" w:hAnsi="Century"/>
                    </w:rPr>
                    <w:t xml:space="preserve"> in Cozumel</w:t>
                  </w:r>
                  <w:r w:rsidRPr="00787734">
                    <w:rPr>
                      <w:rFonts w:ascii="Century" w:hAnsi="Century"/>
                    </w:rPr>
                    <w:t xml:space="preserve">. For </w:t>
                  </w:r>
                  <w:r w:rsidR="00787734" w:rsidRPr="00787734">
                    <w:rPr>
                      <w:rFonts w:ascii="Century" w:hAnsi="Century"/>
                    </w:rPr>
                    <w:t>instance,</w:t>
                  </w:r>
                  <w:r w:rsidRPr="00787734">
                    <w:rPr>
                      <w:rFonts w:ascii="Century" w:hAnsi="Century"/>
                    </w:rPr>
                    <w:t xml:space="preserve"> there is Playa Sol Beach </w:t>
                  </w:r>
                  <w:r w:rsidR="00787734" w:rsidRPr="00787734">
                    <w:rPr>
                      <w:rFonts w:ascii="Century" w:hAnsi="Century"/>
                    </w:rPr>
                    <w:t>Break, which</w:t>
                  </w:r>
                  <w:r w:rsidRPr="00787734">
                    <w:rPr>
                      <w:rFonts w:ascii="Century" w:hAnsi="Century"/>
                    </w:rPr>
                    <w:t xml:space="preserve"> contains wat</w:t>
                  </w:r>
                  <w:r w:rsidR="002C5F43">
                    <w:rPr>
                      <w:rFonts w:ascii="Century" w:hAnsi="Century"/>
                    </w:rPr>
                    <w:t>er sports that are available for all ages</w:t>
                  </w:r>
                  <w:r w:rsidRPr="00787734">
                    <w:rPr>
                      <w:rFonts w:ascii="Century" w:hAnsi="Century"/>
                    </w:rPr>
                    <w:t>. There are trampoline</w:t>
                  </w:r>
                  <w:r w:rsidR="002C5F43">
                    <w:rPr>
                      <w:rFonts w:ascii="Century" w:hAnsi="Century"/>
                    </w:rPr>
                    <w:t xml:space="preserve">s and ice walls in the water for all different age groups to enjoy. </w:t>
                  </w:r>
                  <w:proofErr w:type="gramStart"/>
                  <w:r w:rsidR="002C5F43">
                    <w:rPr>
                      <w:rFonts w:ascii="Century" w:hAnsi="Century"/>
                    </w:rPr>
                    <w:t>I</w:t>
                  </w:r>
                  <w:r w:rsidRPr="00787734">
                    <w:rPr>
                      <w:rFonts w:ascii="Century" w:hAnsi="Century"/>
                    </w:rPr>
                    <w:t xml:space="preserve">f you would rather </w:t>
                  </w:r>
                  <w:r w:rsidR="00787734" w:rsidRPr="00787734">
                    <w:rPr>
                      <w:rFonts w:ascii="Century" w:hAnsi="Century"/>
                    </w:rPr>
                    <w:t>Jet Ski</w:t>
                  </w:r>
                  <w:r w:rsidRPr="00787734">
                    <w:rPr>
                      <w:rFonts w:ascii="Century" w:hAnsi="Century"/>
                    </w:rPr>
                    <w:t xml:space="preserve"> or ride a banana boat,</w:t>
                  </w:r>
                  <w:proofErr w:type="gramEnd"/>
                  <w:r w:rsidRPr="00787734">
                    <w:rPr>
                      <w:rFonts w:ascii="Century" w:hAnsi="Century"/>
                    </w:rPr>
                    <w:t xml:space="preserve"> they are also available for your use. </w:t>
                  </w:r>
                </w:p>
                <w:p w:rsidR="00727E7E" w:rsidRPr="00787734" w:rsidRDefault="00727E7E" w:rsidP="00727E7E">
                  <w:pPr>
                    <w:rPr>
                      <w:rFonts w:ascii="Century" w:hAnsi="Century" w:cs="Tahoma"/>
                      <w:shd w:val="clear" w:color="auto" w:fill="FFFFFF"/>
                    </w:rPr>
                  </w:pPr>
                  <w:proofErr w:type="gramStart"/>
                  <w:r w:rsidRPr="00787734">
                    <w:rPr>
                      <w:rFonts w:ascii="Century" w:hAnsi="Century"/>
                    </w:rPr>
                    <w:t>Also</w:t>
                  </w:r>
                  <w:proofErr w:type="gramEnd"/>
                  <w:r w:rsidRPr="00787734">
                    <w:rPr>
                      <w:rFonts w:ascii="Century" w:hAnsi="Century"/>
                    </w:rPr>
                    <w:t xml:space="preserve"> there is scuba diving. </w:t>
                  </w:r>
                  <w:r w:rsidRPr="00787734">
                    <w:rPr>
                      <w:rFonts w:ascii="Century" w:hAnsi="Century" w:cs="Tahoma"/>
                      <w:shd w:val="clear" w:color="auto" w:fill="FFFFFF"/>
                    </w:rPr>
                    <w:t xml:space="preserve">Cozumel is a long time favorite diving destination in Mexico with a rich biodiversity of marine life that has attracted divers, marine biologists and researchers from all around the world. </w:t>
                  </w:r>
                </w:p>
                <w:p w:rsidR="00727E7E" w:rsidRPr="00787734" w:rsidRDefault="00727E7E" w:rsidP="00727E7E">
                  <w:pPr>
                    <w:rPr>
                      <w:rFonts w:ascii="Century" w:hAnsi="Century"/>
                    </w:rPr>
                  </w:pPr>
                  <w:r w:rsidRPr="00787734">
                    <w:rPr>
                      <w:rFonts w:ascii="Century" w:hAnsi="Century"/>
                    </w:rPr>
                    <w:t xml:space="preserve">Along with Scuba </w:t>
                  </w:r>
                  <w:r w:rsidR="00787734" w:rsidRPr="00787734">
                    <w:rPr>
                      <w:rFonts w:ascii="Century" w:hAnsi="Century"/>
                    </w:rPr>
                    <w:t>diving,</w:t>
                  </w:r>
                  <w:r w:rsidRPr="00787734">
                    <w:rPr>
                      <w:rFonts w:ascii="Century" w:hAnsi="Century"/>
                    </w:rPr>
                    <w:t xml:space="preserve"> other outdoor activities include:</w:t>
                  </w:r>
                </w:p>
                <w:p w:rsidR="00727E7E" w:rsidRPr="00787734" w:rsidRDefault="00727E7E" w:rsidP="00727E7E">
                  <w:pPr>
                    <w:rPr>
                      <w:rFonts w:ascii="Century" w:hAnsi="Century"/>
                    </w:rPr>
                  </w:pPr>
                  <w:r w:rsidRPr="00787734">
                    <w:rPr>
                      <w:rFonts w:ascii="Century" w:hAnsi="Century"/>
                    </w:rPr>
                    <w:t>-Eco tourism</w:t>
                  </w:r>
                </w:p>
                <w:p w:rsidR="00727E7E" w:rsidRPr="00787734" w:rsidRDefault="00727E7E" w:rsidP="00727E7E">
                  <w:pPr>
                    <w:rPr>
                      <w:rFonts w:ascii="Century" w:hAnsi="Century"/>
                    </w:rPr>
                  </w:pPr>
                  <w:r w:rsidRPr="00787734">
                    <w:rPr>
                      <w:rFonts w:ascii="Century" w:hAnsi="Century"/>
                    </w:rPr>
                    <w:t>-Sport fishing</w:t>
                  </w:r>
                </w:p>
                <w:p w:rsidR="00727E7E" w:rsidRPr="00787734" w:rsidRDefault="00727E7E" w:rsidP="00727E7E">
                  <w:pPr>
                    <w:rPr>
                      <w:rFonts w:ascii="Century" w:hAnsi="Century"/>
                    </w:rPr>
                  </w:pPr>
                  <w:r w:rsidRPr="00787734">
                    <w:rPr>
                      <w:rFonts w:ascii="Century" w:hAnsi="Century"/>
                    </w:rPr>
                    <w:t>-Kayaking</w:t>
                  </w:r>
                </w:p>
                <w:p w:rsidR="00727E7E" w:rsidRPr="00787734" w:rsidRDefault="00727E7E" w:rsidP="00727E7E">
                  <w:pPr>
                    <w:rPr>
                      <w:rFonts w:ascii="Century" w:hAnsi="Century"/>
                    </w:rPr>
                  </w:pPr>
                  <w:r w:rsidRPr="00787734">
                    <w:rPr>
                      <w:rFonts w:ascii="Century" w:hAnsi="Century"/>
                    </w:rPr>
                    <w:t>-Golf</w:t>
                  </w:r>
                </w:p>
                <w:p w:rsidR="00787734" w:rsidRPr="00787734" w:rsidRDefault="00727E7E" w:rsidP="00727E7E">
                  <w:pPr>
                    <w:rPr>
                      <w:rFonts w:ascii="Century" w:hAnsi="Century"/>
                    </w:rPr>
                  </w:pPr>
                  <w:r w:rsidRPr="00787734">
                    <w:rPr>
                      <w:rFonts w:ascii="Century" w:hAnsi="Century"/>
                    </w:rPr>
                    <w:t>-Spas</w:t>
                  </w:r>
                </w:p>
                <w:p w:rsidR="00787734" w:rsidRPr="00787734" w:rsidRDefault="00787734" w:rsidP="00727E7E">
                  <w:pPr>
                    <w:rPr>
                      <w:rFonts w:ascii="Century" w:hAnsi="Century"/>
                    </w:rPr>
                  </w:pPr>
                  <w:r w:rsidRPr="00787734">
                    <w:rPr>
                      <w:rFonts w:ascii="Century" w:hAnsi="Century"/>
                    </w:rPr>
                    <w:t>-Snorkeling</w:t>
                  </w:r>
                </w:p>
                <w:p w:rsidR="00202242" w:rsidRPr="00787734" w:rsidRDefault="00787734" w:rsidP="00787734">
                  <w:pPr>
                    <w:pStyle w:val="Heading4"/>
                    <w:jc w:val="center"/>
                    <w:rPr>
                      <w:b/>
                      <w:sz w:val="32"/>
                      <w:szCs w:val="32"/>
                    </w:rPr>
                  </w:pPr>
                  <w:r>
                    <w:rPr>
                      <w:b/>
                      <w:sz w:val="32"/>
                      <w:szCs w:val="32"/>
                    </w:rPr>
                    <w:t>entertainment</w:t>
                  </w:r>
                </w:p>
                <w:p w:rsidR="00727E7E" w:rsidRPr="00787734" w:rsidRDefault="00727E7E" w:rsidP="00727E7E">
                  <w:pPr>
                    <w:rPr>
                      <w:rFonts w:ascii="Century" w:hAnsi="Century"/>
                    </w:rPr>
                  </w:pPr>
                  <w:r w:rsidRPr="00787734">
                    <w:rPr>
                      <w:rFonts w:ascii="Century" w:hAnsi="Century"/>
                    </w:rPr>
                    <w:t>If you are looking for some entertainment at night, you may want to try places such as:</w:t>
                  </w:r>
                </w:p>
                <w:p w:rsidR="00727E7E" w:rsidRPr="00787734" w:rsidRDefault="00727E7E" w:rsidP="00727E7E">
                  <w:pPr>
                    <w:pStyle w:val="ListParagraph"/>
                    <w:numPr>
                      <w:ilvl w:val="0"/>
                      <w:numId w:val="4"/>
                    </w:numPr>
                    <w:rPr>
                      <w:rFonts w:ascii="Century" w:hAnsi="Century"/>
                    </w:rPr>
                  </w:pPr>
                  <w:r w:rsidRPr="00787734">
                    <w:rPr>
                      <w:rFonts w:ascii="Century" w:hAnsi="Century"/>
                      <w:bCs/>
                      <w:color w:val="000000"/>
                    </w:rPr>
                    <w:t xml:space="preserve">El Museo Restaurante (here you can check out the museum and then head up to the second floor for a relaxing </w:t>
                  </w:r>
                  <w:r w:rsidR="003B4B09" w:rsidRPr="00787734">
                    <w:rPr>
                      <w:rFonts w:ascii="Century" w:hAnsi="Century"/>
                      <w:bCs/>
                      <w:color w:val="000000"/>
                    </w:rPr>
                    <w:t>meal.</w:t>
                  </w:r>
                </w:p>
                <w:p w:rsidR="003B4B09" w:rsidRPr="00787734" w:rsidRDefault="003B4B09" w:rsidP="00787734">
                  <w:pPr>
                    <w:pStyle w:val="ListParagraph"/>
                    <w:numPr>
                      <w:ilvl w:val="0"/>
                      <w:numId w:val="4"/>
                    </w:numPr>
                    <w:spacing w:line="210" w:lineRule="atLeast"/>
                    <w:rPr>
                      <w:rFonts w:ascii="Century" w:hAnsi="Century"/>
                      <w:color w:val="000000"/>
                      <w:shd w:val="clear" w:color="auto" w:fill="FFFFFF"/>
                    </w:rPr>
                  </w:pPr>
                  <w:r w:rsidRPr="00787734">
                    <w:rPr>
                      <w:rFonts w:ascii="Century" w:hAnsi="Century"/>
                      <w:bCs/>
                      <w:color w:val="000000"/>
                    </w:rPr>
                    <w:t>Fat Tuesdays</w:t>
                  </w:r>
                  <w:proofErr w:type="gramStart"/>
                  <w:r w:rsidRPr="00787734">
                    <w:rPr>
                      <w:rFonts w:ascii="Century" w:hAnsi="Century"/>
                      <w:bCs/>
                      <w:color w:val="000000"/>
                    </w:rPr>
                    <w:t>:</w:t>
                  </w:r>
                  <w:proofErr w:type="gramEnd"/>
                  <w:r w:rsidRPr="00787734">
                    <w:rPr>
                      <w:rFonts w:ascii="Century" w:hAnsi="Century"/>
                      <w:color w:val="000000"/>
                      <w:shd w:val="clear" w:color="auto" w:fill="FFFFFF"/>
                    </w:rPr>
                    <w:br/>
                  </w:r>
                  <w:r w:rsidRPr="00787734">
                    <w:rPr>
                      <w:rFonts w:ascii="Century" w:hAnsi="Century"/>
                      <w:color w:val="000000"/>
                    </w:rPr>
                    <w:t xml:space="preserve">Located on the plaza near ferry pier. </w:t>
                  </w:r>
                  <w:r w:rsidRPr="00787734">
                    <w:rPr>
                      <w:rFonts w:ascii="Century" w:hAnsi="Century"/>
                      <w:color w:val="000000"/>
                      <w:shd w:val="clear" w:color="auto" w:fill="FFFFFF"/>
                    </w:rPr>
                    <w:t>Drinks are the highlight here, especially the frozen ones</w:t>
                  </w:r>
                  <w:r w:rsidR="002C5F43">
                    <w:rPr>
                      <w:rFonts w:ascii="Century" w:hAnsi="Century"/>
                      <w:color w:val="000000"/>
                      <w:shd w:val="clear" w:color="auto" w:fill="FFFFFF"/>
                    </w:rPr>
                    <w:t xml:space="preserve">. </w:t>
                  </w:r>
                  <w:r w:rsidRPr="00787734">
                    <w:rPr>
                      <w:rFonts w:ascii="Century" w:hAnsi="Century"/>
                      <w:color w:val="000000"/>
                      <w:shd w:val="clear" w:color="auto" w:fill="FFFFFF"/>
                    </w:rPr>
                    <w:t xml:space="preserve">Snacks </w:t>
                  </w:r>
                  <w:proofErr w:type="gramStart"/>
                  <w:r w:rsidRPr="00787734">
                    <w:rPr>
                      <w:rFonts w:ascii="Century" w:hAnsi="Century"/>
                      <w:color w:val="000000"/>
                      <w:shd w:val="clear" w:color="auto" w:fill="FFFFFF"/>
                    </w:rPr>
                    <w:t>are also served</w:t>
                  </w:r>
                  <w:proofErr w:type="gramEnd"/>
                  <w:r w:rsidRPr="00787734">
                    <w:rPr>
                      <w:rFonts w:ascii="Century" w:hAnsi="Century"/>
                      <w:color w:val="000000"/>
                      <w:shd w:val="clear" w:color="auto" w:fill="FFFFFF"/>
                    </w:rPr>
                    <w:t xml:space="preserve"> to go along with their specialty </w:t>
                  </w:r>
                  <w:r w:rsidR="00787734">
                    <w:rPr>
                      <w:rFonts w:ascii="Century" w:hAnsi="Century"/>
                      <w:color w:val="000000"/>
                      <w:shd w:val="clear" w:color="auto" w:fill="FFFFFF"/>
                    </w:rPr>
                    <w:t>frozen drinks.</w:t>
                  </w:r>
                </w:p>
                <w:p w:rsidR="003B4B09" w:rsidRPr="00727E7E" w:rsidRDefault="003B4B09" w:rsidP="003B4B09">
                  <w:pPr>
                    <w:pStyle w:val="ListParagraph"/>
                  </w:pPr>
                </w:p>
                <w:p w:rsidR="00727E7E" w:rsidRPr="00727E7E" w:rsidRDefault="00727E7E" w:rsidP="00727E7E"/>
                <w:p w:rsidR="00482D6D" w:rsidRDefault="00482D6D" w:rsidP="00D54725">
                  <w:pPr>
                    <w:pStyle w:val="BodyText"/>
                  </w:pPr>
                </w:p>
              </w:txbxContent>
            </v:textbox>
            <w10:wrap anchorx="page" anchory="page"/>
          </v:shape>
        </w:pict>
      </w:r>
      <w:r w:rsidR="00787734">
        <w:rPr>
          <w:noProof/>
        </w:rPr>
        <w:drawing>
          <wp:anchor distT="0" distB="0" distL="114300" distR="114300" simplePos="0" relativeHeight="251675136" behindDoc="1" locked="0" layoutInCell="1" allowOverlap="1">
            <wp:simplePos x="0" y="0"/>
            <wp:positionH relativeFrom="column">
              <wp:posOffset>3112770</wp:posOffset>
            </wp:positionH>
            <wp:positionV relativeFrom="paragraph">
              <wp:posOffset>-549910</wp:posOffset>
            </wp:positionV>
            <wp:extent cx="1987550" cy="1752600"/>
            <wp:effectExtent l="19050" t="0" r="0" b="0"/>
            <wp:wrapNone/>
            <wp:docPr id="12" name="Picture 6" descr="scuba div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uba diving.jpg"/>
                    <pic:cNvPicPr/>
                  </pic:nvPicPr>
                  <pic:blipFill>
                    <a:blip r:embed="rId12" cstate="print"/>
                    <a:stretch>
                      <a:fillRect/>
                    </a:stretch>
                  </pic:blipFill>
                  <pic:spPr>
                    <a:xfrm>
                      <a:off x="0" y="0"/>
                      <a:ext cx="1987550" cy="1752600"/>
                    </a:xfrm>
                    <a:prstGeom prst="rect">
                      <a:avLst/>
                    </a:prstGeom>
                  </pic:spPr>
                </pic:pic>
              </a:graphicData>
            </a:graphic>
          </wp:anchor>
        </w:drawing>
      </w:r>
      <w:r w:rsidR="00787734">
        <w:rPr>
          <w:noProof/>
        </w:rPr>
        <w:drawing>
          <wp:anchor distT="0" distB="0" distL="114300" distR="114300" simplePos="0" relativeHeight="251676160" behindDoc="1" locked="0" layoutInCell="1" allowOverlap="1">
            <wp:simplePos x="0" y="0"/>
            <wp:positionH relativeFrom="column">
              <wp:posOffset>9526270</wp:posOffset>
            </wp:positionH>
            <wp:positionV relativeFrom="paragraph">
              <wp:posOffset>4846320</wp:posOffset>
            </wp:positionV>
            <wp:extent cx="2190750" cy="1879600"/>
            <wp:effectExtent l="19050" t="0" r="0" b="0"/>
            <wp:wrapNone/>
            <wp:docPr id="14" name="Picture 12" descr="cev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viche.jpg"/>
                    <pic:cNvPicPr/>
                  </pic:nvPicPr>
                  <pic:blipFill>
                    <a:blip r:embed="rId13" cstate="print"/>
                    <a:stretch>
                      <a:fillRect/>
                    </a:stretch>
                  </pic:blipFill>
                  <pic:spPr>
                    <a:xfrm>
                      <a:off x="0" y="0"/>
                      <a:ext cx="2190750" cy="1879600"/>
                    </a:xfrm>
                    <a:prstGeom prst="rect">
                      <a:avLst/>
                    </a:prstGeom>
                  </pic:spPr>
                </pic:pic>
              </a:graphicData>
            </a:graphic>
          </wp:anchor>
        </w:drawing>
      </w:r>
      <w:r w:rsidR="00E82BF1">
        <w:rPr>
          <w:noProof/>
          <w:sz w:val="40"/>
          <w:szCs w:val="40"/>
        </w:rPr>
        <w:pict>
          <v:shape id="_x0000_s1111" type="#_x0000_t202" style="position:absolute;margin-left:744.6pt;margin-top:11.6pt;width:188.7pt;height:537pt;z-index:251672064;mso-position-horizontal-relative:text;mso-position-vertical-relative:text" strokecolor="#c9f" strokeweight="1.5pt">
            <v:textbox>
              <w:txbxContent>
                <w:p w:rsidR="00727E7E" w:rsidRPr="00787734" w:rsidRDefault="003B4B09" w:rsidP="00787734">
                  <w:pPr>
                    <w:jc w:val="center"/>
                    <w:rPr>
                      <w:rFonts w:ascii="Century Gothic" w:hAnsi="Century Gothic"/>
                      <w:b/>
                      <w:color w:val="FFC000"/>
                      <w:sz w:val="36"/>
                      <w:szCs w:val="36"/>
                    </w:rPr>
                  </w:pPr>
                  <w:r w:rsidRPr="00787734">
                    <w:rPr>
                      <w:rFonts w:ascii="Century Gothic" w:hAnsi="Century Gothic"/>
                      <w:b/>
                      <w:color w:val="FFC000"/>
                      <w:sz w:val="36"/>
                      <w:szCs w:val="36"/>
                    </w:rPr>
                    <w:t>Language and Culture</w:t>
                  </w:r>
                </w:p>
                <w:p w:rsidR="00176E4A" w:rsidRDefault="00176E4A"/>
                <w:p w:rsidR="00176E4A" w:rsidRPr="00787734" w:rsidRDefault="00176E4A">
                  <w:pPr>
                    <w:rPr>
                      <w:rFonts w:ascii="Century" w:hAnsi="Century"/>
                    </w:rPr>
                  </w:pPr>
                  <w:r w:rsidRPr="00787734">
                    <w:rPr>
                      <w:rFonts w:ascii="Century" w:hAnsi="Century"/>
                    </w:rPr>
                    <w:t xml:space="preserve">The language that </w:t>
                  </w:r>
                  <w:proofErr w:type="gramStart"/>
                  <w:r w:rsidRPr="00787734">
                    <w:rPr>
                      <w:rFonts w:ascii="Century" w:hAnsi="Century"/>
                    </w:rPr>
                    <w:t>is spoken</w:t>
                  </w:r>
                  <w:proofErr w:type="gramEnd"/>
                  <w:r w:rsidRPr="00787734">
                    <w:rPr>
                      <w:rFonts w:ascii="Century" w:hAnsi="Century"/>
                    </w:rPr>
                    <w:t xml:space="preserve"> most often in Cozumel is Spanish. Although the primary language is Spanish, most people there speak English. All resort and hotel staff </w:t>
                  </w:r>
                  <w:proofErr w:type="gramStart"/>
                  <w:r w:rsidRPr="00787734">
                    <w:rPr>
                      <w:rFonts w:ascii="Century" w:hAnsi="Century"/>
                    </w:rPr>
                    <w:t>are</w:t>
                  </w:r>
                  <w:proofErr w:type="gramEnd"/>
                  <w:r w:rsidRPr="00787734">
                    <w:rPr>
                      <w:rFonts w:ascii="Century" w:hAnsi="Century"/>
                    </w:rPr>
                    <w:t xml:space="preserve"> required to speak English for your convenience. </w:t>
                  </w:r>
                  <w:proofErr w:type="gramStart"/>
                  <w:r w:rsidRPr="00787734">
                    <w:rPr>
                      <w:rFonts w:ascii="Century" w:hAnsi="Century"/>
                    </w:rPr>
                    <w:t>Also</w:t>
                  </w:r>
                  <w:proofErr w:type="gramEnd"/>
                  <w:r w:rsidRPr="00787734">
                    <w:rPr>
                      <w:rFonts w:ascii="Century" w:hAnsi="Century"/>
                    </w:rPr>
                    <w:t xml:space="preserve"> there is help on resort websites if needed</w:t>
                  </w:r>
                  <w:r w:rsidR="002C5F43">
                    <w:rPr>
                      <w:rFonts w:ascii="Century" w:hAnsi="Century"/>
                    </w:rPr>
                    <w:t>,</w:t>
                  </w:r>
                  <w:r w:rsidRPr="00787734">
                    <w:rPr>
                      <w:rFonts w:ascii="Century" w:hAnsi="Century"/>
                    </w:rPr>
                    <w:t xml:space="preserve"> to learn simple Spanish phrases to make your trip a more pleasant one. </w:t>
                  </w:r>
                </w:p>
                <w:p w:rsidR="00176E4A" w:rsidRPr="00787734" w:rsidRDefault="00176E4A">
                  <w:pPr>
                    <w:rPr>
                      <w:rFonts w:ascii="Century" w:hAnsi="Century"/>
                    </w:rPr>
                  </w:pPr>
                </w:p>
                <w:p w:rsidR="00176E4A" w:rsidRPr="00787734" w:rsidRDefault="00176E4A">
                  <w:pPr>
                    <w:rPr>
                      <w:rFonts w:ascii="Century" w:hAnsi="Century"/>
                    </w:rPr>
                  </w:pPr>
                  <w:r w:rsidRPr="00787734">
                    <w:rPr>
                      <w:rFonts w:ascii="Century" w:hAnsi="Century"/>
                    </w:rPr>
                    <w:t xml:space="preserve">Cozumel’s cuisine </w:t>
                  </w:r>
                  <w:proofErr w:type="gramStart"/>
                  <w:r w:rsidRPr="00787734">
                    <w:rPr>
                      <w:rFonts w:ascii="Century" w:hAnsi="Century"/>
                    </w:rPr>
                    <w:t>is made up</w:t>
                  </w:r>
                  <w:proofErr w:type="gramEnd"/>
                  <w:r w:rsidRPr="00787734">
                    <w:rPr>
                      <w:rFonts w:ascii="Century" w:hAnsi="Century"/>
                    </w:rPr>
                    <w:t xml:space="preserve"> mostly of seafood and produce. These products tend to be fresh, plentiful, and high in quality. Cozumel also produces many Cajun style foods. </w:t>
                  </w:r>
                </w:p>
                <w:p w:rsidR="00176E4A" w:rsidRPr="00787734" w:rsidRDefault="00176E4A">
                  <w:pPr>
                    <w:rPr>
                      <w:rFonts w:ascii="Century" w:hAnsi="Century"/>
                    </w:rPr>
                  </w:pPr>
                  <w:proofErr w:type="spellStart"/>
                  <w:r w:rsidRPr="00787734">
                    <w:rPr>
                      <w:rFonts w:ascii="Century" w:hAnsi="Century"/>
                    </w:rPr>
                    <w:t>Ceviche</w:t>
                  </w:r>
                  <w:proofErr w:type="spellEnd"/>
                  <w:r w:rsidRPr="00787734">
                    <w:rPr>
                      <w:rFonts w:ascii="Century" w:hAnsi="Century"/>
                    </w:rPr>
                    <w:t xml:space="preserve"> is one of the more popular dishes and </w:t>
                  </w:r>
                  <w:proofErr w:type="gramStart"/>
                  <w:r w:rsidRPr="00787734">
                    <w:rPr>
                      <w:rFonts w:ascii="Century" w:hAnsi="Century"/>
                    </w:rPr>
                    <w:t>is made up</w:t>
                  </w:r>
                  <w:proofErr w:type="gramEnd"/>
                  <w:r w:rsidRPr="00787734">
                    <w:rPr>
                      <w:rFonts w:ascii="Century" w:hAnsi="Century"/>
                    </w:rPr>
                    <w:t xml:space="preserve"> of fish, shrimp, and conch. </w:t>
                  </w:r>
                </w:p>
                <w:p w:rsidR="00176E4A" w:rsidRDefault="00787734">
                  <w:r>
                    <w:rPr>
                      <w:noProof/>
                    </w:rPr>
                    <w:drawing>
                      <wp:inline distT="0" distB="0" distL="0" distR="0">
                        <wp:extent cx="2190750" cy="1955800"/>
                        <wp:effectExtent l="19050" t="0" r="0" b="0"/>
                        <wp:docPr id="15" name="Picture 14" descr="cevich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viche.jpg"/>
                                <pic:cNvPicPr/>
                              </pic:nvPicPr>
                              <pic:blipFill>
                                <a:blip r:embed="rId13"/>
                                <a:stretch>
                                  <a:fillRect/>
                                </a:stretch>
                              </pic:blipFill>
                              <pic:spPr>
                                <a:xfrm>
                                  <a:off x="0" y="0"/>
                                  <a:ext cx="2194560" cy="1959201"/>
                                </a:xfrm>
                                <a:prstGeom prst="rect">
                                  <a:avLst/>
                                </a:prstGeom>
                              </pic:spPr>
                            </pic:pic>
                          </a:graphicData>
                        </a:graphic>
                      </wp:inline>
                    </w:drawing>
                  </w:r>
                </w:p>
              </w:txbxContent>
            </v:textbox>
          </v:shape>
        </w:pict>
      </w:r>
      <w:r w:rsidR="00E82BF1">
        <w:rPr>
          <w:noProof/>
          <w:sz w:val="40"/>
          <w:szCs w:val="40"/>
        </w:rPr>
        <w:pict>
          <v:shape id="_x0000_s1104" type="#_x0000_t202" style="position:absolute;margin-left:297.3pt;margin-top:25.4pt;width:170.85pt;height:150.55pt;z-index:251661824;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r w:rsidR="00E82BF1">
        <w:rPr>
          <w:noProof/>
          <w:sz w:val="40"/>
          <w:szCs w:val="40"/>
        </w:rPr>
        <w:pict>
          <v:shape id="_x0000_s1103" type="#_x0000_t202" style="position:absolute;margin-left:43.9pt;margin-top:411.4pt;width:159.9pt;height:149.3pt;z-index:251660800;mso-wrap-style:none;mso-position-horizontal-relative:page;mso-position-vertical-relative:page" filled="f" stroked="f" strokecolor="#c9f" strokeweight="1.5pt">
            <v:textbox style="mso-fit-shape-to-text:t">
              <w:txbxContent>
                <w:p w:rsidR="00D54725" w:rsidRDefault="00D54725" w:rsidP="00D54725"/>
              </w:txbxContent>
            </v:textbox>
            <w10:wrap anchorx="page" anchory="page"/>
          </v:shape>
        </w:pict>
      </w:r>
      <w:r w:rsidR="00E82BF1">
        <w:rPr>
          <w:noProof/>
          <w:sz w:val="40"/>
          <w:szCs w:val="40"/>
        </w:rPr>
        <w:pict>
          <v:shape id="_x0000_s1102" type="#_x0000_t202" style="position:absolute;margin-left:774.9pt;margin-top:41.05pt;width:208.8pt;height:525.6pt;z-index:251659776;mso-position-horizontal-relative:page;mso-position-vertical-relative:page" filled="f" stroked="f" strokecolor="#c9f" strokeweight="1.5pt">
            <v:textbox>
              <w:txbxContent/>
            </v:textbox>
            <w10:wrap anchorx="page" anchory="page"/>
          </v:shape>
        </w:pict>
      </w:r>
      <w:r w:rsidR="00E82BF1">
        <w:rPr>
          <w:noProof/>
          <w:sz w:val="40"/>
          <w:szCs w:val="40"/>
        </w:rPr>
        <w:pict>
          <v:shape id="_x0000_s1101" type="#_x0000_t202" style="position:absolute;margin-left:531.3pt;margin-top:41.3pt;width:208.8pt;height:349.8pt;z-index:251658752;mso-position-horizontal-relative:page;mso-position-vertical-relative:page" filled="f" stroked="f" strokecolor="#c9f" strokeweight="1.5pt">
            <v:textbox style="mso-next-textbox:#_x0000_s1102">
              <w:txbxContent/>
            </v:textbox>
            <w10:wrap anchorx="page" anchory="page"/>
          </v:shape>
        </w:pict>
      </w:r>
    </w:p>
    <w:sectPr w:rsidR="00051AEB" w:rsidRPr="00727E7E"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B5C" w:rsidRDefault="00045B5C">
      <w:r>
        <w:separator/>
      </w:r>
    </w:p>
  </w:endnote>
  <w:endnote w:type="continuationSeparator" w:id="0">
    <w:p w:rsidR="00045B5C" w:rsidRDefault="00045B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FangSong">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B5C" w:rsidRDefault="00045B5C">
      <w:r>
        <w:separator/>
      </w:r>
    </w:p>
  </w:footnote>
  <w:footnote w:type="continuationSeparator" w:id="0">
    <w:p w:rsidR="00045B5C" w:rsidRDefault="00045B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44B4"/>
    <w:multiLevelType w:val="hybridMultilevel"/>
    <w:tmpl w:val="4D04F1B6"/>
    <w:lvl w:ilvl="0" w:tplc="F6F81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26AC4"/>
    <w:multiLevelType w:val="hybridMultilevel"/>
    <w:tmpl w:val="28BE6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2757A0"/>
    <w:multiLevelType w:val="hybridMultilevel"/>
    <w:tmpl w:val="FEE2A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FA65F5"/>
    <w:multiLevelType w:val="hybridMultilevel"/>
    <w:tmpl w:val="FBB60D48"/>
    <w:lvl w:ilvl="0" w:tplc="915AA590">
      <w:start w:val="1"/>
      <w:numFmt w:val="bullet"/>
      <w:lvlText w:val="-"/>
      <w:lvlJc w:val="left"/>
      <w:pPr>
        <w:ind w:left="720" w:hanging="360"/>
      </w:pPr>
      <w:rPr>
        <w:rFonts w:ascii="Sylfaen" w:eastAsia="Times New Roman" w:hAnsi="Sylfaen"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3463A6"/>
    <w:multiLevelType w:val="hybridMultilevel"/>
    <w:tmpl w:val="514A08A6"/>
    <w:lvl w:ilvl="0" w:tplc="76B6953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9A66C4"/>
    <w:multiLevelType w:val="hybridMultilevel"/>
    <w:tmpl w:val="F0DCE450"/>
    <w:lvl w:ilvl="0" w:tplc="A22C0D6A">
      <w:start w:val="1"/>
      <w:numFmt w:val="bullet"/>
      <w:lvlText w:val="-"/>
      <w:lvlJc w:val="left"/>
      <w:pPr>
        <w:ind w:left="1080" w:hanging="360"/>
      </w:pPr>
      <w:rPr>
        <w:rFonts w:ascii="Sylfaen" w:eastAsia="Times New Roman" w:hAnsi="Sylfaen"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A67F04"/>
    <w:rsid w:val="00003387"/>
    <w:rsid w:val="000034A3"/>
    <w:rsid w:val="00025403"/>
    <w:rsid w:val="00045B5C"/>
    <w:rsid w:val="00051AEB"/>
    <w:rsid w:val="000541DD"/>
    <w:rsid w:val="00081D9C"/>
    <w:rsid w:val="000A4144"/>
    <w:rsid w:val="000A42F5"/>
    <w:rsid w:val="000B4FCF"/>
    <w:rsid w:val="00113046"/>
    <w:rsid w:val="00117B94"/>
    <w:rsid w:val="001253E2"/>
    <w:rsid w:val="0012572D"/>
    <w:rsid w:val="00134E29"/>
    <w:rsid w:val="00144F96"/>
    <w:rsid w:val="00176E4A"/>
    <w:rsid w:val="001D202B"/>
    <w:rsid w:val="001D402C"/>
    <w:rsid w:val="001F4231"/>
    <w:rsid w:val="001F56E8"/>
    <w:rsid w:val="00202242"/>
    <w:rsid w:val="00216759"/>
    <w:rsid w:val="002213EA"/>
    <w:rsid w:val="00237B29"/>
    <w:rsid w:val="00242515"/>
    <w:rsid w:val="002A268D"/>
    <w:rsid w:val="002B5EDA"/>
    <w:rsid w:val="002C5F43"/>
    <w:rsid w:val="002D158D"/>
    <w:rsid w:val="002E06E4"/>
    <w:rsid w:val="002E1C95"/>
    <w:rsid w:val="003012CE"/>
    <w:rsid w:val="00304009"/>
    <w:rsid w:val="00311432"/>
    <w:rsid w:val="00320B3D"/>
    <w:rsid w:val="003374E3"/>
    <w:rsid w:val="003413D9"/>
    <w:rsid w:val="003433BE"/>
    <w:rsid w:val="00381A35"/>
    <w:rsid w:val="00393504"/>
    <w:rsid w:val="00394E76"/>
    <w:rsid w:val="003B4B09"/>
    <w:rsid w:val="003B534A"/>
    <w:rsid w:val="003C2C8D"/>
    <w:rsid w:val="003D6C80"/>
    <w:rsid w:val="003E6F76"/>
    <w:rsid w:val="00416292"/>
    <w:rsid w:val="0042718E"/>
    <w:rsid w:val="00461BDC"/>
    <w:rsid w:val="00461D96"/>
    <w:rsid w:val="00467FE4"/>
    <w:rsid w:val="0047192E"/>
    <w:rsid w:val="00472D13"/>
    <w:rsid w:val="00482D6D"/>
    <w:rsid w:val="00486E9E"/>
    <w:rsid w:val="004B4CEA"/>
    <w:rsid w:val="004D179F"/>
    <w:rsid w:val="004F6568"/>
    <w:rsid w:val="004F658A"/>
    <w:rsid w:val="00506068"/>
    <w:rsid w:val="005063B3"/>
    <w:rsid w:val="00512AB9"/>
    <w:rsid w:val="0051390B"/>
    <w:rsid w:val="00533364"/>
    <w:rsid w:val="00551609"/>
    <w:rsid w:val="00555286"/>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50767"/>
    <w:rsid w:val="0067797E"/>
    <w:rsid w:val="0068763D"/>
    <w:rsid w:val="006B0C71"/>
    <w:rsid w:val="006E123A"/>
    <w:rsid w:val="006F3C36"/>
    <w:rsid w:val="006F587E"/>
    <w:rsid w:val="007033B4"/>
    <w:rsid w:val="00703D38"/>
    <w:rsid w:val="00716705"/>
    <w:rsid w:val="00722BFB"/>
    <w:rsid w:val="00727E7E"/>
    <w:rsid w:val="007352E2"/>
    <w:rsid w:val="00747C70"/>
    <w:rsid w:val="00755404"/>
    <w:rsid w:val="00756E73"/>
    <w:rsid w:val="00770B4B"/>
    <w:rsid w:val="00775D14"/>
    <w:rsid w:val="007813B3"/>
    <w:rsid w:val="00787734"/>
    <w:rsid w:val="00790728"/>
    <w:rsid w:val="007A5E34"/>
    <w:rsid w:val="007B47AA"/>
    <w:rsid w:val="007D2B04"/>
    <w:rsid w:val="007F5E36"/>
    <w:rsid w:val="00851951"/>
    <w:rsid w:val="00853593"/>
    <w:rsid w:val="00854CE7"/>
    <w:rsid w:val="008619C8"/>
    <w:rsid w:val="0088222F"/>
    <w:rsid w:val="008C0EA3"/>
    <w:rsid w:val="008C0FE8"/>
    <w:rsid w:val="008C4802"/>
    <w:rsid w:val="008E56FA"/>
    <w:rsid w:val="00917A59"/>
    <w:rsid w:val="00920E87"/>
    <w:rsid w:val="009218D8"/>
    <w:rsid w:val="0099163D"/>
    <w:rsid w:val="009B523F"/>
    <w:rsid w:val="009B61B1"/>
    <w:rsid w:val="009C4CA3"/>
    <w:rsid w:val="009D4A3C"/>
    <w:rsid w:val="009E042E"/>
    <w:rsid w:val="009E09FE"/>
    <w:rsid w:val="00A00E6B"/>
    <w:rsid w:val="00A27E3E"/>
    <w:rsid w:val="00A67F04"/>
    <w:rsid w:val="00AB34DA"/>
    <w:rsid w:val="00AD3B75"/>
    <w:rsid w:val="00AF6343"/>
    <w:rsid w:val="00AF68AB"/>
    <w:rsid w:val="00B00F5B"/>
    <w:rsid w:val="00B31E53"/>
    <w:rsid w:val="00B45183"/>
    <w:rsid w:val="00B74F2E"/>
    <w:rsid w:val="00B83792"/>
    <w:rsid w:val="00B8502E"/>
    <w:rsid w:val="00B9407E"/>
    <w:rsid w:val="00BA7D7E"/>
    <w:rsid w:val="00BC26BE"/>
    <w:rsid w:val="00BC2B2D"/>
    <w:rsid w:val="00BD1B8D"/>
    <w:rsid w:val="00BD5B2F"/>
    <w:rsid w:val="00BE0EE5"/>
    <w:rsid w:val="00BE3EDD"/>
    <w:rsid w:val="00BF1976"/>
    <w:rsid w:val="00C054BA"/>
    <w:rsid w:val="00C120EF"/>
    <w:rsid w:val="00C1699A"/>
    <w:rsid w:val="00C17484"/>
    <w:rsid w:val="00C35E88"/>
    <w:rsid w:val="00C67399"/>
    <w:rsid w:val="00C67415"/>
    <w:rsid w:val="00C72419"/>
    <w:rsid w:val="00C762B7"/>
    <w:rsid w:val="00CB676C"/>
    <w:rsid w:val="00CC25B8"/>
    <w:rsid w:val="00CD1218"/>
    <w:rsid w:val="00D54725"/>
    <w:rsid w:val="00DD180D"/>
    <w:rsid w:val="00DE35E9"/>
    <w:rsid w:val="00DE7156"/>
    <w:rsid w:val="00E178F9"/>
    <w:rsid w:val="00E26C6F"/>
    <w:rsid w:val="00E44EF4"/>
    <w:rsid w:val="00E82BF1"/>
    <w:rsid w:val="00E849AA"/>
    <w:rsid w:val="00E9608A"/>
    <w:rsid w:val="00EB3583"/>
    <w:rsid w:val="00EF33EE"/>
    <w:rsid w:val="00EF541D"/>
    <w:rsid w:val="00F05422"/>
    <w:rsid w:val="00F529C2"/>
    <w:rsid w:val="00F62F51"/>
    <w:rsid w:val="00F73E1F"/>
    <w:rsid w:val="00FA7B3F"/>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3"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403"/>
    <w:rPr>
      <w:sz w:val="24"/>
      <w:szCs w:val="24"/>
    </w:rPr>
  </w:style>
  <w:style w:type="paragraph" w:styleId="Heading1">
    <w:name w:val="heading 1"/>
    <w:basedOn w:val="Normal"/>
    <w:next w:val="Heading2"/>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paragraph" w:styleId="ListParagraph">
    <w:name w:val="List Paragraph"/>
    <w:basedOn w:val="Normal"/>
    <w:uiPriority w:val="34"/>
    <w:qFormat/>
    <w:rsid w:val="00727E7E"/>
    <w:pPr>
      <w:ind w:left="720"/>
      <w:contextualSpacing/>
    </w:pPr>
  </w:style>
  <w:style w:type="character" w:customStyle="1" w:styleId="apple-style-span">
    <w:name w:val="apple-style-span"/>
    <w:basedOn w:val="DefaultParagraphFont"/>
    <w:rsid w:val="00176E4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le\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Travel brochure</Template>
  <TotalTime>83</TotalTime>
  <Pages>2</Pages>
  <Words>32</Words>
  <Characters>189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JUST-HIT-OK</cp:lastModifiedBy>
  <cp:revision>7</cp:revision>
  <cp:lastPrinted>2011-10-12T12:07:00Z</cp:lastPrinted>
  <dcterms:created xsi:type="dcterms:W3CDTF">2011-10-08T14:03:00Z</dcterms:created>
  <dcterms:modified xsi:type="dcterms:W3CDTF">2011-10-12T12:08:00Z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